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7B6AA9" w:rsidRPr="00DA1961" w14:paraId="16B00E83" w14:textId="77777777" w:rsidTr="00695E4A">
        <w:trPr>
          <w:trHeight w:hRule="exact" w:val="2353"/>
        </w:trPr>
        <w:tc>
          <w:tcPr>
            <w:tcW w:w="5062" w:type="dxa"/>
          </w:tcPr>
          <w:p w14:paraId="5A3D690A" w14:textId="77777777" w:rsidR="007B6AA9" w:rsidRPr="00DA1961" w:rsidRDefault="007B6AA9" w:rsidP="00AF40EF">
            <w:pPr>
              <w:pStyle w:val="AK"/>
            </w:pPr>
            <w:r w:rsidRPr="00DA1961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FC8117A" wp14:editId="49535E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0F38598" w14:textId="77777777" w:rsidR="007B6AA9" w:rsidRPr="00DA1961" w:rsidRDefault="007B6AA9" w:rsidP="00AF40EF">
            <w:pPr>
              <w:jc w:val="right"/>
              <w:rPr>
                <w:b/>
              </w:rPr>
            </w:pPr>
            <w:r w:rsidRPr="00DA1961">
              <w:rPr>
                <w:b/>
              </w:rPr>
              <w:t>EELNÕU</w:t>
            </w:r>
          </w:p>
          <w:p w14:paraId="1958CD58" w14:textId="4B2DDE8C" w:rsidR="007B6AA9" w:rsidRPr="00DA1961" w:rsidRDefault="005106C5" w:rsidP="00AF40EF">
            <w:pPr>
              <w:jc w:val="right"/>
              <w:rPr>
                <w:sz w:val="20"/>
                <w:szCs w:val="20"/>
              </w:rPr>
            </w:pPr>
            <w:r>
              <w:t>0</w:t>
            </w:r>
            <w:r w:rsidR="00150666">
              <w:t>3</w:t>
            </w:r>
            <w:r w:rsidR="005E15B7" w:rsidRPr="00DA1961">
              <w:t>.0</w:t>
            </w:r>
            <w:r>
              <w:t>2</w:t>
            </w:r>
            <w:r w:rsidR="005E15B7" w:rsidRPr="00DA1961">
              <w:t>.2026</w:t>
            </w:r>
          </w:p>
          <w:p w14:paraId="7ECA7A7D" w14:textId="77777777" w:rsidR="007B6AA9" w:rsidRPr="00DA1961" w:rsidRDefault="007B6AA9" w:rsidP="008B21A1">
            <w:pPr>
              <w:jc w:val="both"/>
              <w:rPr>
                <w:sz w:val="20"/>
                <w:szCs w:val="20"/>
              </w:rPr>
            </w:pPr>
          </w:p>
          <w:p w14:paraId="38CA0ABA" w14:textId="77777777" w:rsidR="007B6AA9" w:rsidRPr="00DA1961" w:rsidRDefault="007B6AA9" w:rsidP="008B21A1">
            <w:pPr>
              <w:jc w:val="both"/>
              <w:rPr>
                <w:sz w:val="20"/>
                <w:szCs w:val="20"/>
              </w:rPr>
            </w:pPr>
          </w:p>
          <w:p w14:paraId="3A0A66CD" w14:textId="77777777" w:rsidR="007B6AA9" w:rsidRPr="00DA1961" w:rsidRDefault="007B6AA9" w:rsidP="008B21A1">
            <w:pPr>
              <w:jc w:val="both"/>
              <w:rPr>
                <w:sz w:val="20"/>
                <w:szCs w:val="20"/>
              </w:rPr>
            </w:pPr>
          </w:p>
          <w:p w14:paraId="3C168929" w14:textId="77777777" w:rsidR="007B6AA9" w:rsidRPr="00DA1961" w:rsidRDefault="007B6AA9" w:rsidP="008B21A1">
            <w:pPr>
              <w:jc w:val="both"/>
              <w:rPr>
                <w:sz w:val="20"/>
                <w:szCs w:val="20"/>
              </w:rPr>
            </w:pPr>
          </w:p>
          <w:p w14:paraId="4798B6B2" w14:textId="77777777" w:rsidR="007B6AA9" w:rsidRPr="00DA1961" w:rsidRDefault="007B6AA9" w:rsidP="008B21A1">
            <w:pPr>
              <w:jc w:val="both"/>
              <w:rPr>
                <w:sz w:val="20"/>
                <w:szCs w:val="20"/>
              </w:rPr>
            </w:pPr>
          </w:p>
          <w:p w14:paraId="48A5AB79" w14:textId="77777777" w:rsidR="007B6AA9" w:rsidRPr="00DA1961" w:rsidRDefault="007B6AA9" w:rsidP="008B21A1">
            <w:pPr>
              <w:jc w:val="both"/>
              <w:rPr>
                <w:sz w:val="20"/>
                <w:szCs w:val="20"/>
              </w:rPr>
            </w:pPr>
          </w:p>
        </w:tc>
      </w:tr>
      <w:tr w:rsidR="007B6AA9" w:rsidRPr="00DA1961" w14:paraId="3AAD5495" w14:textId="77777777" w:rsidTr="00695E4A">
        <w:trPr>
          <w:trHeight w:hRule="exact" w:val="1531"/>
        </w:trPr>
        <w:tc>
          <w:tcPr>
            <w:tcW w:w="5062" w:type="dxa"/>
          </w:tcPr>
          <w:p w14:paraId="7B296AFD" w14:textId="77777777" w:rsidR="007B6AA9" w:rsidRPr="00DA1961" w:rsidRDefault="007B6AA9" w:rsidP="008B21A1">
            <w:pPr>
              <w:jc w:val="both"/>
            </w:pPr>
            <w:r w:rsidRPr="00DA1961">
              <w:t>MINISTRI MÄÄRUS</w:t>
            </w:r>
          </w:p>
        </w:tc>
        <w:tc>
          <w:tcPr>
            <w:tcW w:w="4010" w:type="dxa"/>
          </w:tcPr>
          <w:p w14:paraId="7EFA5CF9" w14:textId="77777777" w:rsidR="007B6AA9" w:rsidRPr="00DA1961" w:rsidRDefault="007B6AA9" w:rsidP="008B21A1">
            <w:pPr>
              <w:jc w:val="both"/>
            </w:pPr>
          </w:p>
          <w:p w14:paraId="65CDC067" w14:textId="77777777" w:rsidR="007B6AA9" w:rsidRPr="00DA1961" w:rsidRDefault="007B6AA9" w:rsidP="008B21A1">
            <w:pPr>
              <w:jc w:val="both"/>
            </w:pPr>
          </w:p>
          <w:p w14:paraId="215B2AAD" w14:textId="77777777" w:rsidR="007B6AA9" w:rsidRPr="00DA1961" w:rsidRDefault="007B6AA9" w:rsidP="008B21A1">
            <w:pPr>
              <w:jc w:val="both"/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B6AA9" w:rsidRPr="00DA1961" w14:paraId="1489B453" w14:textId="77777777" w:rsidTr="00695E4A">
              <w:trPr>
                <w:trHeight w:val="281"/>
              </w:trPr>
              <w:tc>
                <w:tcPr>
                  <w:tcW w:w="1276" w:type="dxa"/>
                </w:tcPr>
                <w:p w14:paraId="418100F8" w14:textId="77777777" w:rsidR="007B6AA9" w:rsidRPr="00DA1961" w:rsidRDefault="007B6AA9" w:rsidP="008B21A1">
                  <w:pPr>
                    <w:ind w:right="-108"/>
                    <w:jc w:val="both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0D0F06EF" w14:textId="77777777" w:rsidR="007B6AA9" w:rsidRPr="00DA1961" w:rsidRDefault="008D0D32" w:rsidP="008B21A1">
                  <w:pPr>
                    <w:ind w:right="-62"/>
                    <w:jc w:val="both"/>
                    <w:rPr>
                      <w:rFonts w:eastAsia="Times New Roman" w:cs="Arial"/>
                    </w:rPr>
                  </w:pPr>
                  <w:r w:rsidRPr="00DA1961">
                    <w:rPr>
                      <w:rFonts w:eastAsia="Times New Roman" w:cs="Arial"/>
                    </w:rPr>
                    <w:t>N</w:t>
                  </w:r>
                  <w:r w:rsidR="007B6AA9" w:rsidRPr="00DA1961">
                    <w:rPr>
                      <w:rFonts w:eastAsia="Times New Roman" w:cs="Arial"/>
                    </w:rPr>
                    <w:t>r</w:t>
                  </w:r>
                  <w:r w:rsidRPr="00DA1961">
                    <w:rPr>
                      <w:rFonts w:eastAsia="Times New Roman" w:cs="Arial"/>
                    </w:rPr>
                    <w:t xml:space="preserve"> </w:t>
                  </w:r>
                </w:p>
              </w:tc>
            </w:tr>
          </w:tbl>
          <w:p w14:paraId="01D7A228" w14:textId="77777777" w:rsidR="007B6AA9" w:rsidRPr="00DA1961" w:rsidRDefault="007B6AA9" w:rsidP="008B21A1">
            <w:pPr>
              <w:jc w:val="both"/>
            </w:pPr>
          </w:p>
          <w:p w14:paraId="48748F61" w14:textId="77777777" w:rsidR="007B6AA9" w:rsidRPr="00DA1961" w:rsidRDefault="007B6AA9" w:rsidP="008B21A1">
            <w:pPr>
              <w:jc w:val="both"/>
            </w:pPr>
          </w:p>
        </w:tc>
      </w:tr>
      <w:tr w:rsidR="007B6AA9" w:rsidRPr="00DA1961" w14:paraId="5B8861AC" w14:textId="77777777" w:rsidTr="00695E4A">
        <w:trPr>
          <w:trHeight w:val="624"/>
        </w:trPr>
        <w:tc>
          <w:tcPr>
            <w:tcW w:w="5062" w:type="dxa"/>
          </w:tcPr>
          <w:p w14:paraId="2692A887" w14:textId="2753C938" w:rsidR="007B6AA9" w:rsidRPr="00DA1961" w:rsidRDefault="000F051F" w:rsidP="008B21A1">
            <w:pPr>
              <w:jc w:val="both"/>
              <w:rPr>
                <w:rFonts w:cs="Arial"/>
                <w:b/>
                <w:bCs/>
              </w:rPr>
            </w:pPr>
            <w:r w:rsidRPr="00DA1961">
              <w:rPr>
                <w:b/>
                <w:bCs/>
              </w:rPr>
              <w:fldChar w:fldCharType="begin"/>
            </w:r>
            <w:r w:rsidRPr="00DA1961">
              <w:rPr>
                <w:b/>
                <w:bCs/>
              </w:rPr>
              <w:instrText xml:space="preserve"> DOCPROPERTY  delta_docName  \* MERGEFORMAT </w:instrText>
            </w:r>
            <w:r w:rsidRPr="00DA1961">
              <w:rPr>
                <w:b/>
                <w:bCs/>
              </w:rPr>
              <w:fldChar w:fldCharType="separate"/>
            </w:r>
            <w:r w:rsidR="00EA626D" w:rsidRPr="00DA1961">
              <w:rPr>
                <w:b/>
                <w:bCs/>
              </w:rPr>
              <w:t>Sotsiaalministri 18. septembri 2008. a määruse nr 55 "Tervisekassa meditsiiniseadmete loetelu muutmise kriteeriumid</w:t>
            </w:r>
            <w:r w:rsidRPr="00DA1961">
              <w:rPr>
                <w:b/>
                <w:bCs/>
              </w:rPr>
              <w:fldChar w:fldCharType="end"/>
            </w:r>
            <w:r w:rsidR="00EA626D" w:rsidRPr="00DA1961">
              <w:rPr>
                <w:b/>
                <w:bCs/>
              </w:rPr>
              <w:t>“ muutmine</w:t>
            </w:r>
          </w:p>
          <w:p w14:paraId="6358190F" w14:textId="77777777" w:rsidR="007B6AA9" w:rsidRPr="00DA1961" w:rsidRDefault="007B6AA9" w:rsidP="008B21A1">
            <w:pPr>
              <w:jc w:val="both"/>
              <w:rPr>
                <w:rFonts w:cs="Arial"/>
              </w:rPr>
            </w:pPr>
          </w:p>
          <w:p w14:paraId="45C6425E" w14:textId="77777777" w:rsidR="007B6AA9" w:rsidRPr="00DA1961" w:rsidRDefault="007B6AA9" w:rsidP="008B21A1">
            <w:pPr>
              <w:jc w:val="both"/>
              <w:rPr>
                <w:rFonts w:cs="Arial"/>
              </w:rPr>
            </w:pPr>
          </w:p>
        </w:tc>
        <w:tc>
          <w:tcPr>
            <w:tcW w:w="4010" w:type="dxa"/>
          </w:tcPr>
          <w:p w14:paraId="61ECFBE5" w14:textId="77777777" w:rsidR="007B6AA9" w:rsidRPr="00DA1961" w:rsidRDefault="007B6AA9" w:rsidP="008B21A1">
            <w:pPr>
              <w:jc w:val="both"/>
            </w:pPr>
          </w:p>
        </w:tc>
      </w:tr>
    </w:tbl>
    <w:p w14:paraId="01811244" w14:textId="77777777" w:rsidR="0082422A" w:rsidRPr="00DA1961" w:rsidRDefault="0082422A" w:rsidP="008B21A1">
      <w:pPr>
        <w:jc w:val="both"/>
      </w:pPr>
      <w:r w:rsidRPr="00DA1961">
        <w:t>Määrus kehtestatakse ravikindlustuse seaduse § 48</w:t>
      </w:r>
      <w:r w:rsidRPr="00DA1961">
        <w:rPr>
          <w:vertAlign w:val="superscript"/>
        </w:rPr>
        <w:t>1</w:t>
      </w:r>
      <w:r w:rsidRPr="00DA1961">
        <w:t xml:space="preserve"> lõike 5 alusel.</w:t>
      </w:r>
    </w:p>
    <w:p w14:paraId="5FF4D6DD" w14:textId="09AC8A09" w:rsidR="007B6AA9" w:rsidRPr="00DA1961" w:rsidRDefault="00A2039D" w:rsidP="008B21A1">
      <w:pPr>
        <w:jc w:val="both"/>
        <w:rPr>
          <w:b/>
        </w:rPr>
      </w:pPr>
      <w:r>
        <w:rPr>
          <w:b/>
        </w:rPr>
        <w:t xml:space="preserve">  </w:t>
      </w:r>
    </w:p>
    <w:p w14:paraId="64244F07" w14:textId="77777777" w:rsidR="00877937" w:rsidRDefault="003A4F14" w:rsidP="008B21A1">
      <w:pPr>
        <w:jc w:val="both"/>
        <w:rPr>
          <w:b/>
        </w:rPr>
      </w:pPr>
      <w:r w:rsidRPr="00DA1961">
        <w:rPr>
          <w:b/>
        </w:rPr>
        <w:t xml:space="preserve">§ 1. </w:t>
      </w:r>
      <w:r w:rsidR="00877937">
        <w:rPr>
          <w:b/>
        </w:rPr>
        <w:t>Määruse muutmine</w:t>
      </w:r>
    </w:p>
    <w:p w14:paraId="6EFE9C24" w14:textId="77777777" w:rsidR="00877937" w:rsidRDefault="00877937" w:rsidP="008B21A1">
      <w:pPr>
        <w:jc w:val="both"/>
        <w:rPr>
          <w:b/>
        </w:rPr>
      </w:pPr>
    </w:p>
    <w:p w14:paraId="4DAB0007" w14:textId="32151CCC" w:rsidR="00D71DC8" w:rsidRPr="00DA1961" w:rsidRDefault="003A4F14" w:rsidP="008B21A1">
      <w:pPr>
        <w:jc w:val="both"/>
      </w:pPr>
      <w:r w:rsidRPr="00DA1961">
        <w:t>Sotsiaalministri 18. septembri 2008. a määruses nr 55 „Tervisekassa meditsiiniseadmete loetelu muutmise kriteeriumid“ tehakse järgmised muudatused:</w:t>
      </w:r>
    </w:p>
    <w:p w14:paraId="13BB942E" w14:textId="77777777" w:rsidR="003A7B96" w:rsidRPr="00DA1961" w:rsidRDefault="003A7B96" w:rsidP="008B21A1">
      <w:pPr>
        <w:jc w:val="both"/>
        <w:rPr>
          <w:b/>
        </w:rPr>
      </w:pPr>
    </w:p>
    <w:p w14:paraId="6200431A" w14:textId="119DF009" w:rsidR="0098348D" w:rsidRPr="00DA1961" w:rsidRDefault="0098348D" w:rsidP="008B21A1">
      <w:pPr>
        <w:jc w:val="both"/>
      </w:pPr>
      <w:r w:rsidRPr="00DA1961">
        <w:rPr>
          <w:b/>
          <w:bCs/>
        </w:rPr>
        <w:t>1</w:t>
      </w:r>
      <w:r w:rsidR="00D71DC8" w:rsidRPr="00DA1961">
        <w:rPr>
          <w:b/>
          <w:bCs/>
        </w:rPr>
        <w:t>)</w:t>
      </w:r>
      <w:r w:rsidR="00D71DC8" w:rsidRPr="00DA1961">
        <w:t xml:space="preserve"> p</w:t>
      </w:r>
      <w:r w:rsidRPr="00DA1961">
        <w:t xml:space="preserve">aragrahvi 1 </w:t>
      </w:r>
      <w:r w:rsidR="00877937">
        <w:t>tekst</w:t>
      </w:r>
      <w:r w:rsidRPr="00DA1961">
        <w:t xml:space="preserve"> sõnastatakse järgmiselt:</w:t>
      </w:r>
    </w:p>
    <w:p w14:paraId="04C84C94" w14:textId="77777777" w:rsidR="000F5A08" w:rsidRPr="00DA1961" w:rsidRDefault="000F5A08" w:rsidP="008B21A1">
      <w:pPr>
        <w:jc w:val="both"/>
        <w:rPr>
          <w:rFonts w:eastAsia="Arial" w:cs="Arial"/>
          <w:color w:val="000000" w:themeColor="text1"/>
        </w:rPr>
      </w:pPr>
    </w:p>
    <w:p w14:paraId="3F1B3920" w14:textId="37D18CDA" w:rsidR="0098348D" w:rsidRPr="00DA1961" w:rsidRDefault="0098348D" w:rsidP="008B21A1">
      <w:pPr>
        <w:jc w:val="both"/>
      </w:pPr>
      <w:r w:rsidRPr="00DA1961">
        <w:t xml:space="preserve">„(1) Käesoleva määrusega kehtestatakse Tervisekassa meditsiiniseadmete loetelu (edaspidi </w:t>
      </w:r>
      <w:r w:rsidRPr="00B2219B">
        <w:rPr>
          <w:i/>
          <w:iCs/>
        </w:rPr>
        <w:t>loetelu</w:t>
      </w:r>
      <w:r w:rsidRPr="00DA1961">
        <w:t>) koostamise ja muutmise kord ning ravikindlustuse seaduse § 48¹ lõikes 1 sätestatud kriteeriumide täpsem sisu, kriteeriumidele vastavuse hindajad ning hindamise kord.</w:t>
      </w:r>
    </w:p>
    <w:p w14:paraId="1D2DE8D5" w14:textId="77777777" w:rsidR="005B69E5" w:rsidRDefault="005B69E5" w:rsidP="008B21A1">
      <w:pPr>
        <w:jc w:val="both"/>
      </w:pPr>
    </w:p>
    <w:p w14:paraId="6349B6FE" w14:textId="4A973354" w:rsidR="0054716B" w:rsidRPr="00DA1961" w:rsidRDefault="0054716B" w:rsidP="008B21A1">
      <w:pPr>
        <w:jc w:val="both"/>
      </w:pPr>
      <w:r w:rsidRPr="00DA1961">
        <w:t xml:space="preserve">(2) </w:t>
      </w:r>
      <w:bookmarkStart w:id="0" w:name="_Hlk221259321"/>
      <w:r w:rsidRPr="00DA1961">
        <w:t xml:space="preserve">Käesoleva määruse tähenduses käsitletakse loetelu muutmisena meditsiiniseadme kandmist meditsiiniseadmete loetellu </w:t>
      </w:r>
      <w:r w:rsidR="00307194">
        <w:t>või</w:t>
      </w:r>
      <w:r w:rsidRPr="00DA1961">
        <w:t xml:space="preserve"> loetelust välja </w:t>
      </w:r>
      <w:r w:rsidR="001B4BEA">
        <w:t>arvamist</w:t>
      </w:r>
      <w:r w:rsidR="00695E4A" w:rsidRPr="00DA1961">
        <w:t xml:space="preserve"> </w:t>
      </w:r>
      <w:r w:rsidRPr="00DA1961">
        <w:t>ning meditsiiniseadme nimetuse, piirhinna</w:t>
      </w:r>
      <w:r w:rsidR="00E40CEE">
        <w:t xml:space="preserve"> ja</w:t>
      </w:r>
      <w:r w:rsidR="00E40CEE" w:rsidRPr="00E40CEE">
        <w:t xml:space="preserve"> hüvitamistingimuste</w:t>
      </w:r>
      <w:r w:rsidR="00E40CEE">
        <w:t>, sealhulgas</w:t>
      </w:r>
      <w:r w:rsidRPr="00DA1961">
        <w:t xml:space="preserve"> Tervisekassa poolt üle võetava kohustuse piirmäära</w:t>
      </w:r>
      <w:r w:rsidR="00E40CEE">
        <w:t xml:space="preserve"> ja</w:t>
      </w:r>
      <w:r w:rsidRPr="00DA1961">
        <w:t xml:space="preserve"> kindlustatud isiku omaosaluse määra muutmist.“</w:t>
      </w:r>
      <w:r w:rsidR="0023796B" w:rsidRPr="00DA1961">
        <w:t>;</w:t>
      </w:r>
    </w:p>
    <w:bookmarkEnd w:id="0"/>
    <w:p w14:paraId="5C0635F6" w14:textId="77777777" w:rsidR="000375CD" w:rsidRPr="00DA1961" w:rsidRDefault="000375CD" w:rsidP="008B21A1">
      <w:pPr>
        <w:jc w:val="both"/>
      </w:pPr>
    </w:p>
    <w:p w14:paraId="306444B1" w14:textId="2E9542D6" w:rsidR="00584FB1" w:rsidRDefault="0098348D" w:rsidP="008B21A1">
      <w:pPr>
        <w:jc w:val="both"/>
      </w:pPr>
      <w:r w:rsidRPr="00DA1961">
        <w:rPr>
          <w:b/>
        </w:rPr>
        <w:t xml:space="preserve">2) </w:t>
      </w:r>
      <w:r w:rsidR="001C422C" w:rsidRPr="00DA1961">
        <w:t>p</w:t>
      </w:r>
      <w:r w:rsidRPr="00DA1961">
        <w:t xml:space="preserve">aragrahvi </w:t>
      </w:r>
      <w:r w:rsidR="0054716B" w:rsidRPr="00DA1961">
        <w:t>2</w:t>
      </w:r>
      <w:r w:rsidRPr="00DA1961">
        <w:t xml:space="preserve"> lõi</w:t>
      </w:r>
      <w:r w:rsidR="00F40CCE">
        <w:t>ke</w:t>
      </w:r>
      <w:r w:rsidRPr="00DA1961">
        <w:t xml:space="preserve"> </w:t>
      </w:r>
      <w:r w:rsidR="005067C6" w:rsidRPr="00DA1961">
        <w:t>2</w:t>
      </w:r>
      <w:r w:rsidR="00F40CCE">
        <w:t xml:space="preserve"> punkt</w:t>
      </w:r>
      <w:r w:rsidR="007D6FAE">
        <w:t>id</w:t>
      </w:r>
      <w:r w:rsidR="00F40CCE">
        <w:t xml:space="preserve"> </w:t>
      </w:r>
      <w:r w:rsidR="00584FB1">
        <w:t xml:space="preserve">1 </w:t>
      </w:r>
      <w:r w:rsidR="007D6FAE">
        <w:t xml:space="preserve">ja 2 </w:t>
      </w:r>
      <w:r w:rsidR="00584FB1">
        <w:t>sõnastatakse järgmiselt:</w:t>
      </w:r>
    </w:p>
    <w:p w14:paraId="31F83D53" w14:textId="77777777" w:rsidR="001D2809" w:rsidRDefault="001D2809" w:rsidP="1CB79D2D">
      <w:pPr>
        <w:jc w:val="both"/>
      </w:pPr>
    </w:p>
    <w:p w14:paraId="37468039" w14:textId="0138FDE4" w:rsidR="007D6FAE" w:rsidRDefault="001D2809" w:rsidP="1CB79D2D">
      <w:pPr>
        <w:jc w:val="both"/>
      </w:pPr>
      <w:r>
        <w:t xml:space="preserve">„1) </w:t>
      </w:r>
      <w:r w:rsidRPr="00D46335" w:rsidDel="00047108">
        <w:t xml:space="preserve">loetelus oleva </w:t>
      </w:r>
      <w:r w:rsidRPr="00D46335">
        <w:t>meditsiiniseadme nimetuse</w:t>
      </w:r>
      <w:r w:rsidR="00E40CEE">
        <w:t xml:space="preserve">, </w:t>
      </w:r>
      <w:r w:rsidRPr="00D46335">
        <w:t>piirhinna</w:t>
      </w:r>
      <w:r w:rsidR="00E40CEE">
        <w:t xml:space="preserve"> ja hüvitamistingimuste </w:t>
      </w:r>
      <w:r w:rsidRPr="00D46335">
        <w:t>muutmiseks</w:t>
      </w:r>
      <w:r w:rsidR="00031AC8">
        <w:t>;</w:t>
      </w:r>
    </w:p>
    <w:p w14:paraId="4B29B8B2" w14:textId="19DDD12C" w:rsidR="1CB79D2D" w:rsidRDefault="007D6FAE" w:rsidP="1CB79D2D">
      <w:pPr>
        <w:jc w:val="both"/>
      </w:pPr>
      <w:r w:rsidRPr="007D6FAE">
        <w:t xml:space="preserve">2) meditsiiniseadme loetelust </w:t>
      </w:r>
      <w:r w:rsidR="00F628E6">
        <w:t xml:space="preserve">välja </w:t>
      </w:r>
      <w:r w:rsidR="00145FF4">
        <w:t>arvamiseks</w:t>
      </w:r>
      <w:r w:rsidR="00F628E6">
        <w:t>.</w:t>
      </w:r>
      <w:r w:rsidR="008B21A1">
        <w:t>“;</w:t>
      </w:r>
      <w:r w:rsidR="009E3240" w:rsidRPr="00DA1961">
        <w:t xml:space="preserve"> </w:t>
      </w:r>
    </w:p>
    <w:p w14:paraId="2656BE99" w14:textId="77777777" w:rsidR="0040498F" w:rsidRDefault="0040498F" w:rsidP="008B21A1">
      <w:pPr>
        <w:jc w:val="both"/>
        <w:rPr>
          <w:b/>
        </w:rPr>
      </w:pPr>
    </w:p>
    <w:p w14:paraId="02E66151" w14:textId="5E6D68B5" w:rsidR="0098348D" w:rsidRPr="00DA1961" w:rsidRDefault="0098348D" w:rsidP="008B21A1">
      <w:pPr>
        <w:jc w:val="both"/>
      </w:pPr>
      <w:r w:rsidRPr="00DA1961">
        <w:rPr>
          <w:b/>
        </w:rPr>
        <w:t xml:space="preserve">3) </w:t>
      </w:r>
      <w:r w:rsidR="000F5A08" w:rsidRPr="00DA1961">
        <w:t>p</w:t>
      </w:r>
      <w:r w:rsidRPr="00DA1961">
        <w:t>aragrahvi 2 täiendatakse lõikega 3 järgmises sõnastuses:</w:t>
      </w:r>
    </w:p>
    <w:p w14:paraId="7A6BB0CB" w14:textId="77777777" w:rsidR="000F5A08" w:rsidRPr="00DA1961" w:rsidRDefault="000F5A08" w:rsidP="008B21A1">
      <w:pPr>
        <w:ind w:left="360"/>
        <w:jc w:val="both"/>
      </w:pPr>
    </w:p>
    <w:p w14:paraId="5B3011E1" w14:textId="18B94F0C" w:rsidR="0098348D" w:rsidRPr="00DA1961" w:rsidRDefault="0098348D" w:rsidP="002206F9">
      <w:pPr>
        <w:jc w:val="both"/>
      </w:pPr>
      <w:r w:rsidRPr="00DA1961">
        <w:t>„(3) Loetelu muudetakse käesoleva paragrahvi lõike</w:t>
      </w:r>
      <w:r w:rsidR="009743E3">
        <w:t>s</w:t>
      </w:r>
      <w:r w:rsidRPr="00DA1961">
        <w:t xml:space="preserve"> 2 nimetatud eesmärkidel üksnes juhul, kui meditsiiniseade on registreeritud meditsiiniseadmete ja abivahendite andmekogus.“</w:t>
      </w:r>
      <w:r w:rsidR="0023796B" w:rsidRPr="00DA1961">
        <w:t>;</w:t>
      </w:r>
    </w:p>
    <w:p w14:paraId="0C832F18" w14:textId="77777777" w:rsidR="000F5A08" w:rsidRPr="00DA1961" w:rsidRDefault="000F5A08" w:rsidP="008B21A1">
      <w:pPr>
        <w:ind w:left="360"/>
        <w:jc w:val="both"/>
      </w:pPr>
    </w:p>
    <w:p w14:paraId="569C360E" w14:textId="5282E5F3" w:rsidR="00BE002B" w:rsidRPr="00DA1961" w:rsidRDefault="0098348D" w:rsidP="008B21A1">
      <w:pPr>
        <w:jc w:val="both"/>
      </w:pPr>
      <w:r w:rsidRPr="00DA1961">
        <w:rPr>
          <w:b/>
        </w:rPr>
        <w:t xml:space="preserve">4) </w:t>
      </w:r>
      <w:r w:rsidR="00BE002B" w:rsidRPr="00DA1961">
        <w:t>paragrahvi 3</w:t>
      </w:r>
      <w:r w:rsidR="00EB7305" w:rsidRPr="00DA1961">
        <w:t xml:space="preserve"> lõike</w:t>
      </w:r>
      <w:r w:rsidR="000C2CC2">
        <w:t xml:space="preserve"> 1</w:t>
      </w:r>
      <w:r w:rsidR="00EB7305" w:rsidRPr="00DA1961">
        <w:t xml:space="preserve"> </w:t>
      </w:r>
      <w:r w:rsidR="04293C28">
        <w:t>sissejuhatav</w:t>
      </w:r>
      <w:r w:rsidR="00026A4E">
        <w:t xml:space="preserve"> lause</w:t>
      </w:r>
      <w:r w:rsidR="004C108C" w:rsidRPr="00DA1961">
        <w:t xml:space="preserve"> </w:t>
      </w:r>
      <w:r w:rsidR="00BE002B" w:rsidRPr="00DA1961">
        <w:t>sõnastatakse järgmiselt:</w:t>
      </w:r>
    </w:p>
    <w:p w14:paraId="41AA6B43" w14:textId="77777777" w:rsidR="000375CD" w:rsidRPr="00DA1961" w:rsidRDefault="000375CD" w:rsidP="008B21A1">
      <w:pPr>
        <w:jc w:val="both"/>
      </w:pPr>
    </w:p>
    <w:p w14:paraId="7E9A6859" w14:textId="4FCB52F7" w:rsidR="00AB0648" w:rsidRDefault="0098348D" w:rsidP="000364D7">
      <w:pPr>
        <w:jc w:val="both"/>
      </w:pPr>
      <w:r w:rsidRPr="00DA1961">
        <w:t xml:space="preserve">„Meditsiiniseadme kandmisel loetellu või </w:t>
      </w:r>
      <w:r w:rsidRPr="00AC32EE">
        <w:t>hüvitamistingimuste</w:t>
      </w:r>
      <w:r w:rsidRPr="00DA1961">
        <w:t xml:space="preserve"> muutmisel arvestatakse järgmisi kriteeriume:</w:t>
      </w:r>
      <w:r w:rsidR="00643850">
        <w:t>“;</w:t>
      </w:r>
    </w:p>
    <w:p w14:paraId="3870CA4D" w14:textId="77777777" w:rsidR="00790504" w:rsidRDefault="00790504" w:rsidP="00026A4E">
      <w:pPr>
        <w:jc w:val="both"/>
      </w:pPr>
    </w:p>
    <w:p w14:paraId="6D485BCF" w14:textId="6F568BAE" w:rsidR="00790504" w:rsidRPr="00DA1961" w:rsidRDefault="0080095C" w:rsidP="00790504">
      <w:pPr>
        <w:jc w:val="both"/>
      </w:pPr>
      <w:r>
        <w:rPr>
          <w:b/>
        </w:rPr>
        <w:t>5</w:t>
      </w:r>
      <w:r w:rsidR="00790504" w:rsidRPr="00DA1961">
        <w:rPr>
          <w:b/>
        </w:rPr>
        <w:t xml:space="preserve">) </w:t>
      </w:r>
      <w:r w:rsidR="00790504" w:rsidRPr="00DA1961">
        <w:t>paragrahvi 3 lõi</w:t>
      </w:r>
      <w:r w:rsidR="00790504">
        <w:t xml:space="preserve">ge 2 </w:t>
      </w:r>
      <w:r w:rsidR="00790504" w:rsidRPr="00DA1961">
        <w:t>sõnastatakse järgmiselt:</w:t>
      </w:r>
    </w:p>
    <w:p w14:paraId="62784CEE" w14:textId="77777777" w:rsidR="00790504" w:rsidRPr="00DA1961" w:rsidRDefault="00790504" w:rsidP="00D31B7B">
      <w:pPr>
        <w:jc w:val="both"/>
      </w:pPr>
    </w:p>
    <w:p w14:paraId="50C49105" w14:textId="32A6706F" w:rsidR="000F5A08" w:rsidRPr="00DA1961" w:rsidRDefault="00790504" w:rsidP="2CEBDBE4">
      <w:pPr>
        <w:jc w:val="both"/>
      </w:pPr>
      <w:r>
        <w:t>„</w:t>
      </w:r>
      <w:r w:rsidR="0098348D">
        <w:t>(2) Juhul, kui muudetakse loetellu kantud meditsiiniseadme piirhinda, hinnatakse käesoleva paragrahvi lõike 1 punktides 2</w:t>
      </w:r>
      <w:r w:rsidR="000364D7">
        <w:t>–</w:t>
      </w:r>
      <w:r w:rsidR="0098348D">
        <w:t>4 nimetatud kriteeriume.“</w:t>
      </w:r>
      <w:r w:rsidR="0023796B">
        <w:t>;</w:t>
      </w:r>
    </w:p>
    <w:p w14:paraId="2CB3A6C1" w14:textId="77777777" w:rsidR="000F5A08" w:rsidRPr="00DA1961" w:rsidRDefault="000F5A08" w:rsidP="008B21A1">
      <w:pPr>
        <w:ind w:left="360"/>
        <w:jc w:val="both"/>
      </w:pPr>
    </w:p>
    <w:p w14:paraId="65E74D53" w14:textId="77777777" w:rsidR="00F8763A" w:rsidRDefault="00F8763A" w:rsidP="008B21A1">
      <w:pPr>
        <w:jc w:val="both"/>
      </w:pPr>
    </w:p>
    <w:p w14:paraId="3E2A04CA" w14:textId="76D422F6" w:rsidR="00F8763A" w:rsidRPr="00DA1961" w:rsidRDefault="004A5B8D" w:rsidP="008B21A1">
      <w:pPr>
        <w:jc w:val="both"/>
      </w:pPr>
      <w:r>
        <w:rPr>
          <w:b/>
          <w:bCs/>
        </w:rPr>
        <w:t>6</w:t>
      </w:r>
      <w:r w:rsidR="006A58AD" w:rsidRPr="00957DBB">
        <w:rPr>
          <w:b/>
          <w:bCs/>
        </w:rPr>
        <w:t>)</w:t>
      </w:r>
      <w:r w:rsidR="006A58AD">
        <w:t xml:space="preserve"> </w:t>
      </w:r>
      <w:r w:rsidR="00404C19">
        <w:t xml:space="preserve">paragrahvi </w:t>
      </w:r>
      <w:r w:rsidR="008A3745">
        <w:t>9 l</w:t>
      </w:r>
      <w:r w:rsidR="00404C19">
        <w:t>õike</w:t>
      </w:r>
      <w:r w:rsidR="008A3745">
        <w:t xml:space="preserve"> 3 p</w:t>
      </w:r>
      <w:r w:rsidR="00404C19">
        <w:t>unkt</w:t>
      </w:r>
      <w:r w:rsidR="008A3745">
        <w:t xml:space="preserve"> 1 </w:t>
      </w:r>
      <w:r w:rsidR="00404C19">
        <w:t xml:space="preserve">tunnistatakse </w:t>
      </w:r>
      <w:r w:rsidR="008A3745">
        <w:t>kehtetuks</w:t>
      </w:r>
      <w:r w:rsidR="00404C19">
        <w:t>;</w:t>
      </w:r>
    </w:p>
    <w:p w14:paraId="23F5C354" w14:textId="77777777" w:rsidR="005A0F23" w:rsidRDefault="005A0F23" w:rsidP="008B21A1">
      <w:pPr>
        <w:jc w:val="both"/>
      </w:pPr>
    </w:p>
    <w:p w14:paraId="391EE54A" w14:textId="434E24D6" w:rsidR="00A507C1" w:rsidRPr="00DA1961" w:rsidRDefault="004A5B8D" w:rsidP="008B21A1">
      <w:pPr>
        <w:jc w:val="both"/>
      </w:pPr>
      <w:r>
        <w:rPr>
          <w:b/>
          <w:bCs/>
        </w:rPr>
        <w:t>7</w:t>
      </w:r>
      <w:r w:rsidR="00A507C1" w:rsidRPr="00DA1961">
        <w:rPr>
          <w:b/>
        </w:rPr>
        <w:t xml:space="preserve">) </w:t>
      </w:r>
      <w:r w:rsidR="00A507C1" w:rsidRPr="00DA1961">
        <w:t>paragrahv</w:t>
      </w:r>
      <w:r w:rsidR="00A507C1">
        <w:t>i 9 lõi</w:t>
      </w:r>
      <w:r w:rsidR="00361304">
        <w:t>k</w:t>
      </w:r>
      <w:r w:rsidR="00A507C1">
        <w:t>e</w:t>
      </w:r>
      <w:r w:rsidR="00361304">
        <w:t>d</w:t>
      </w:r>
      <w:r w:rsidR="00A507C1">
        <w:t xml:space="preserve"> </w:t>
      </w:r>
      <w:r w:rsidR="00400449">
        <w:t>4</w:t>
      </w:r>
      <w:r w:rsidR="00A507C1">
        <w:t xml:space="preserve"> </w:t>
      </w:r>
      <w:r w:rsidR="00361304">
        <w:t xml:space="preserve">ja 5 </w:t>
      </w:r>
      <w:r w:rsidR="00A507C1">
        <w:t>sõnast</w:t>
      </w:r>
      <w:r w:rsidR="00400449">
        <w:t>atakse</w:t>
      </w:r>
      <w:r w:rsidR="00EF4068">
        <w:t xml:space="preserve"> järgmiselt</w:t>
      </w:r>
      <w:r w:rsidR="00A507C1">
        <w:t>:</w:t>
      </w:r>
    </w:p>
    <w:p w14:paraId="6979455A" w14:textId="77777777" w:rsidR="00BD3E9B" w:rsidRPr="00DA1961" w:rsidRDefault="00BD3E9B" w:rsidP="008B21A1">
      <w:pPr>
        <w:ind w:right="-57"/>
        <w:jc w:val="both"/>
      </w:pPr>
    </w:p>
    <w:p w14:paraId="5320E709" w14:textId="413C745D" w:rsidR="00DA7105" w:rsidRPr="00DA1961" w:rsidRDefault="00EF4068" w:rsidP="0055785D">
      <w:pPr>
        <w:ind w:right="-57"/>
        <w:jc w:val="both"/>
      </w:pPr>
      <w:r>
        <w:t>„</w:t>
      </w:r>
      <w:r w:rsidR="00DA7105" w:rsidRPr="00DA7105">
        <w:t xml:space="preserve">(4) Ravimiamet annab vajaduse korral hinnangu </w:t>
      </w:r>
      <w:r w:rsidR="00302E47">
        <w:t>m</w:t>
      </w:r>
      <w:r w:rsidR="00302E47" w:rsidRPr="00302E47">
        <w:t xml:space="preserve">editsiiniseadme seaduses ja selle alusel kehtestatud õigusaktides ning asjakohastes Euroopa Liidu õigusaktides sätestatud nõuetele vastavuse </w:t>
      </w:r>
      <w:r w:rsidR="00AB1412">
        <w:t>kohta</w:t>
      </w:r>
      <w:r w:rsidR="00DC7714">
        <w:t>.</w:t>
      </w:r>
    </w:p>
    <w:p w14:paraId="032B48B8" w14:textId="77777777" w:rsidR="00DA7105" w:rsidRPr="00DA1961" w:rsidRDefault="00DA7105" w:rsidP="008B21A1">
      <w:pPr>
        <w:jc w:val="both"/>
      </w:pPr>
    </w:p>
    <w:p w14:paraId="6D2F6D52" w14:textId="65CD1FD5" w:rsidR="003E7F39" w:rsidRPr="00DA1961" w:rsidRDefault="000320DA" w:rsidP="00AF6153">
      <w:pPr>
        <w:jc w:val="both"/>
      </w:pPr>
      <w:r w:rsidRPr="00DA1961">
        <w:t>(</w:t>
      </w:r>
      <w:r w:rsidR="003E7F39" w:rsidRPr="00DA1961">
        <w:t>5) Hindaja annab esitatud ettepaneku kohta</w:t>
      </w:r>
      <w:r w:rsidR="00D73285">
        <w:t xml:space="preserve"> </w:t>
      </w:r>
      <w:r w:rsidR="00D73285" w:rsidRPr="003D5FE0">
        <w:t>eksperdi</w:t>
      </w:r>
      <w:r w:rsidR="00135630">
        <w:t>na</w:t>
      </w:r>
      <w:r w:rsidR="003E7F39" w:rsidRPr="00DA1961">
        <w:t xml:space="preserve"> hinnangu (edaspidi </w:t>
      </w:r>
      <w:r w:rsidR="003E7F39" w:rsidRPr="00DA1961">
        <w:rPr>
          <w:i/>
          <w:iCs/>
        </w:rPr>
        <w:t>eksper</w:t>
      </w:r>
      <w:r w:rsidR="00877937">
        <w:rPr>
          <w:i/>
          <w:iCs/>
        </w:rPr>
        <w:t>di</w:t>
      </w:r>
      <w:r w:rsidR="003E7F39" w:rsidRPr="00DA1961">
        <w:rPr>
          <w:i/>
          <w:iCs/>
        </w:rPr>
        <w:t>hinnang</w:t>
      </w:r>
      <w:r w:rsidR="003E7F39" w:rsidRPr="00DA1961">
        <w:t>)</w:t>
      </w:r>
      <w:r w:rsidRPr="00DA1961">
        <w:t xml:space="preserve"> </w:t>
      </w:r>
      <w:r w:rsidR="003E7F39" w:rsidRPr="00DA1961">
        <w:t>nende kriteeriumide</w:t>
      </w:r>
      <w:r w:rsidR="001835E6">
        <w:t xml:space="preserve"> alusel</w:t>
      </w:r>
      <w:r w:rsidR="003E7F39" w:rsidRPr="00DA1961">
        <w:t xml:space="preserve">, mis on otseselt seotud ettepanekus </w:t>
      </w:r>
      <w:r w:rsidR="00497359">
        <w:t>nimetatud</w:t>
      </w:r>
      <w:r w:rsidR="003E7F39" w:rsidRPr="00DA1961">
        <w:t xml:space="preserve"> meditsiiniseadmega.</w:t>
      </w:r>
      <w:r w:rsidR="003A4151" w:rsidRPr="00DA1961">
        <w:t>“;</w:t>
      </w:r>
    </w:p>
    <w:p w14:paraId="09430EE1" w14:textId="77777777" w:rsidR="000320DA" w:rsidRPr="00DA1961" w:rsidRDefault="000320DA" w:rsidP="008B21A1">
      <w:pPr>
        <w:jc w:val="both"/>
        <w:rPr>
          <w:b/>
        </w:rPr>
      </w:pPr>
    </w:p>
    <w:p w14:paraId="183AD62D" w14:textId="27E80E1E" w:rsidR="000320DA" w:rsidRPr="00DA1961" w:rsidRDefault="004A5B8D" w:rsidP="008B21A1">
      <w:pPr>
        <w:jc w:val="both"/>
      </w:pPr>
      <w:r>
        <w:rPr>
          <w:b/>
          <w:bCs/>
        </w:rPr>
        <w:t>8</w:t>
      </w:r>
      <w:r w:rsidR="000320DA" w:rsidRPr="00DA1961">
        <w:rPr>
          <w:b/>
        </w:rPr>
        <w:t xml:space="preserve">) </w:t>
      </w:r>
      <w:r w:rsidR="000320DA" w:rsidRPr="00DA1961">
        <w:t>p</w:t>
      </w:r>
      <w:r w:rsidR="000320DA" w:rsidRPr="00DA7105">
        <w:t xml:space="preserve">aragrahvi </w:t>
      </w:r>
      <w:r w:rsidR="000320DA" w:rsidRPr="00DA1961">
        <w:t>9</w:t>
      </w:r>
      <w:r w:rsidR="000320DA" w:rsidRPr="00DA7105">
        <w:t xml:space="preserve"> lõi</w:t>
      </w:r>
      <w:r w:rsidR="000320DA" w:rsidRPr="00DA1961">
        <w:t>ge</w:t>
      </w:r>
      <w:r w:rsidR="000320DA" w:rsidRPr="00DA7105">
        <w:t xml:space="preserve"> </w:t>
      </w:r>
      <w:r w:rsidR="000320DA" w:rsidRPr="00DA1961">
        <w:t>6</w:t>
      </w:r>
      <w:r w:rsidR="000320DA" w:rsidRPr="00DA7105">
        <w:t xml:space="preserve"> </w:t>
      </w:r>
      <w:r w:rsidR="000320DA" w:rsidRPr="00DA1961">
        <w:t>tunnistatakse kehtetuks</w:t>
      </w:r>
      <w:r w:rsidR="00601A9D" w:rsidRPr="00DA1961">
        <w:t>;</w:t>
      </w:r>
    </w:p>
    <w:p w14:paraId="0B096800" w14:textId="77777777" w:rsidR="00E15BA9" w:rsidRDefault="00E15BA9" w:rsidP="008B21A1">
      <w:pPr>
        <w:jc w:val="both"/>
      </w:pPr>
    </w:p>
    <w:p w14:paraId="7C97FBD8" w14:textId="1D3478A7" w:rsidR="00E15BA9" w:rsidRPr="00DA1961" w:rsidRDefault="004A5B8D" w:rsidP="008B21A1">
      <w:pPr>
        <w:jc w:val="both"/>
      </w:pPr>
      <w:r>
        <w:rPr>
          <w:b/>
          <w:bCs/>
        </w:rPr>
        <w:t>9</w:t>
      </w:r>
      <w:r w:rsidR="00E15BA9" w:rsidRPr="008268CF">
        <w:rPr>
          <w:b/>
          <w:bCs/>
        </w:rPr>
        <w:t>)</w:t>
      </w:r>
      <w:r w:rsidR="00E15BA9">
        <w:t xml:space="preserve"> </w:t>
      </w:r>
      <w:r w:rsidR="00553DE2">
        <w:t>paragrahvi 10 lõike</w:t>
      </w:r>
      <w:r w:rsidR="00EB1074">
        <w:t xml:space="preserve"> 1</w:t>
      </w:r>
      <w:r w:rsidR="00EB1074" w:rsidRPr="00EB1074">
        <w:rPr>
          <w:vertAlign w:val="superscript"/>
        </w:rPr>
        <w:t>1</w:t>
      </w:r>
      <w:r w:rsidR="00EB1074">
        <w:t xml:space="preserve"> </w:t>
      </w:r>
      <w:r w:rsidR="00D54F61">
        <w:t xml:space="preserve">sissejuhatavas lauses </w:t>
      </w:r>
      <w:r w:rsidR="006A3517">
        <w:t xml:space="preserve">asendatakse </w:t>
      </w:r>
      <w:r w:rsidR="00B54701">
        <w:t xml:space="preserve">sõna </w:t>
      </w:r>
      <w:r w:rsidR="006A3517">
        <w:t>„</w:t>
      </w:r>
      <w:r w:rsidR="00553DE2" w:rsidRPr="00553DE2">
        <w:t>märgitakse</w:t>
      </w:r>
      <w:r w:rsidR="006A3517">
        <w:t>“</w:t>
      </w:r>
      <w:r w:rsidR="00553DE2" w:rsidRPr="00553DE2">
        <w:t> </w:t>
      </w:r>
      <w:r w:rsidR="00B54701">
        <w:t xml:space="preserve">sõnaga </w:t>
      </w:r>
      <w:r w:rsidR="006A3517">
        <w:t>„</w:t>
      </w:r>
      <w:r w:rsidR="00553DE2" w:rsidRPr="0050776E">
        <w:t>esitatakse</w:t>
      </w:r>
      <w:r w:rsidR="006A3517" w:rsidRPr="0050776E">
        <w:t>“</w:t>
      </w:r>
      <w:r w:rsidR="00B54701" w:rsidRPr="0050776E">
        <w:t>;</w:t>
      </w:r>
      <w:r w:rsidR="00553DE2" w:rsidRPr="0050776E">
        <w:t> </w:t>
      </w:r>
    </w:p>
    <w:p w14:paraId="6D226630" w14:textId="77777777" w:rsidR="003E7F39" w:rsidRPr="00DA1961" w:rsidRDefault="003E7F39" w:rsidP="008B21A1">
      <w:pPr>
        <w:jc w:val="both"/>
      </w:pPr>
    </w:p>
    <w:p w14:paraId="2DA613A6" w14:textId="010568DA" w:rsidR="00685C8D" w:rsidRPr="00DA1961" w:rsidRDefault="00A31985" w:rsidP="008B21A1">
      <w:pPr>
        <w:jc w:val="both"/>
      </w:pPr>
      <w:r w:rsidRPr="27C28EAD">
        <w:rPr>
          <w:b/>
          <w:bCs/>
        </w:rPr>
        <w:t>1</w:t>
      </w:r>
      <w:r w:rsidR="004A5B8D">
        <w:rPr>
          <w:b/>
          <w:bCs/>
        </w:rPr>
        <w:t>0</w:t>
      </w:r>
      <w:r w:rsidRPr="00DA1961">
        <w:rPr>
          <w:b/>
        </w:rPr>
        <w:t xml:space="preserve">) </w:t>
      </w:r>
      <w:r w:rsidRPr="00DA1961">
        <w:t>p</w:t>
      </w:r>
      <w:r w:rsidRPr="00DA7105">
        <w:t xml:space="preserve">aragrahvi </w:t>
      </w:r>
      <w:r w:rsidRPr="00DA1961">
        <w:t>10</w:t>
      </w:r>
      <w:r w:rsidRPr="00DA7105">
        <w:t xml:space="preserve"> lõi</w:t>
      </w:r>
      <w:r w:rsidR="00D312AA" w:rsidRPr="00DA1961">
        <w:t>ke 1</w:t>
      </w:r>
      <w:r w:rsidR="00D312AA" w:rsidRPr="00DA1961">
        <w:rPr>
          <w:vertAlign w:val="superscript"/>
        </w:rPr>
        <w:t>1</w:t>
      </w:r>
      <w:r w:rsidR="00D312AA" w:rsidRPr="00DA1961">
        <w:t xml:space="preserve"> punkt</w:t>
      </w:r>
      <w:r w:rsidR="00A80D20">
        <w:t xml:space="preserve"> </w:t>
      </w:r>
      <w:r w:rsidR="00685C8D" w:rsidRPr="00DA1961">
        <w:t>6</w:t>
      </w:r>
      <w:r w:rsidR="001463D6">
        <w:t xml:space="preserve"> </w:t>
      </w:r>
      <w:r w:rsidR="00685C8D" w:rsidRPr="00DA1961">
        <w:t>tunnistatakse kehtetuks</w:t>
      </w:r>
      <w:r w:rsidR="00601A9D" w:rsidRPr="00DA1961">
        <w:t>;</w:t>
      </w:r>
    </w:p>
    <w:p w14:paraId="7EC19212" w14:textId="77777777" w:rsidR="006A2F38" w:rsidRPr="00DA1961" w:rsidRDefault="006A2F38" w:rsidP="008B21A1">
      <w:pPr>
        <w:jc w:val="both"/>
      </w:pPr>
    </w:p>
    <w:p w14:paraId="0FC39C93" w14:textId="25AD6A01" w:rsidR="00A31985" w:rsidRPr="00DA1961" w:rsidRDefault="0086516D" w:rsidP="008B21A1">
      <w:pPr>
        <w:jc w:val="both"/>
      </w:pPr>
      <w:r w:rsidRPr="27C28EAD">
        <w:rPr>
          <w:b/>
          <w:bCs/>
        </w:rPr>
        <w:t>1</w:t>
      </w:r>
      <w:r w:rsidR="004A5B8D">
        <w:rPr>
          <w:b/>
          <w:bCs/>
        </w:rPr>
        <w:t>1</w:t>
      </w:r>
      <w:r w:rsidRPr="00DA1961">
        <w:rPr>
          <w:b/>
        </w:rPr>
        <w:t xml:space="preserve">) </w:t>
      </w:r>
      <w:r w:rsidRPr="00DA1961">
        <w:t>p</w:t>
      </w:r>
      <w:r w:rsidRPr="00DA7105">
        <w:t xml:space="preserve">aragrahvi </w:t>
      </w:r>
      <w:r w:rsidRPr="00DA1961">
        <w:t>12</w:t>
      </w:r>
      <w:r w:rsidRPr="00DA7105">
        <w:t xml:space="preserve"> </w:t>
      </w:r>
      <w:r w:rsidRPr="00DA1961">
        <w:t>täiendatakse punktiga 3 järgmises sõnastuses:</w:t>
      </w:r>
    </w:p>
    <w:p w14:paraId="033B83BB" w14:textId="77777777" w:rsidR="0086516D" w:rsidRPr="00DA1961" w:rsidRDefault="0086516D" w:rsidP="008B21A1">
      <w:pPr>
        <w:jc w:val="both"/>
      </w:pPr>
    </w:p>
    <w:p w14:paraId="1FCF424E" w14:textId="3B7CDD7C" w:rsidR="003E7F39" w:rsidRPr="00DA1961" w:rsidRDefault="009429F6" w:rsidP="00DC224E">
      <w:pPr>
        <w:jc w:val="both"/>
      </w:pPr>
      <w:r w:rsidRPr="009429F6">
        <w:t>„</w:t>
      </w:r>
      <w:r w:rsidR="0086516D" w:rsidRPr="00DA1961">
        <w:t>3) loetelus olevat meditsiiniseadet turustatakse patsientide vajaduse katmiseks ebapiisavas koguses.”</w:t>
      </w:r>
      <w:r w:rsidR="0023796B" w:rsidRPr="00DA1961">
        <w:t>;</w:t>
      </w:r>
    </w:p>
    <w:p w14:paraId="35D868D6" w14:textId="77777777" w:rsidR="00A31985" w:rsidRPr="00DA7105" w:rsidRDefault="00A31985" w:rsidP="008B21A1">
      <w:pPr>
        <w:jc w:val="both"/>
      </w:pPr>
    </w:p>
    <w:p w14:paraId="3C4D80E6" w14:textId="1899B1CD" w:rsidR="005B0D1B" w:rsidRPr="00DA1961" w:rsidRDefault="00884D05" w:rsidP="008B21A1">
      <w:pPr>
        <w:jc w:val="both"/>
      </w:pPr>
      <w:r w:rsidRPr="27C28EAD">
        <w:rPr>
          <w:b/>
          <w:bCs/>
        </w:rPr>
        <w:t>1</w:t>
      </w:r>
      <w:r w:rsidR="004A5B8D">
        <w:rPr>
          <w:b/>
          <w:bCs/>
        </w:rPr>
        <w:t>2</w:t>
      </w:r>
      <w:r w:rsidR="00DA7105" w:rsidRPr="00DA7105">
        <w:rPr>
          <w:b/>
        </w:rPr>
        <w:t xml:space="preserve">) </w:t>
      </w:r>
      <w:r w:rsidR="005E52A9" w:rsidRPr="00DA1961">
        <w:t>määrus</w:t>
      </w:r>
      <w:r w:rsidR="00F337C6" w:rsidRPr="00DA1961">
        <w:t>t</w:t>
      </w:r>
      <w:r w:rsidR="005E52A9" w:rsidRPr="00DA1961">
        <w:t xml:space="preserve"> täiendatakse</w:t>
      </w:r>
      <w:r w:rsidR="008A3FDD" w:rsidRPr="00DA1961">
        <w:t xml:space="preserve"> peatükiga</w:t>
      </w:r>
      <w:r w:rsidR="005E52A9" w:rsidRPr="00DA1961">
        <w:t xml:space="preserve"> </w:t>
      </w:r>
      <w:r w:rsidR="00F337C6" w:rsidRPr="00DA1961">
        <w:t>4</w:t>
      </w:r>
      <w:r w:rsidR="005E52A9" w:rsidRPr="00DA1961">
        <w:rPr>
          <w:vertAlign w:val="superscript"/>
        </w:rPr>
        <w:t>1</w:t>
      </w:r>
      <w:r w:rsidR="005E52A9" w:rsidRPr="00DA1961">
        <w:t xml:space="preserve"> järgmises sõnastuses:</w:t>
      </w:r>
    </w:p>
    <w:p w14:paraId="12E81324" w14:textId="77777777" w:rsidR="005B0D1B" w:rsidRPr="00DA1961" w:rsidRDefault="005B0D1B" w:rsidP="008B21A1">
      <w:pPr>
        <w:jc w:val="both"/>
      </w:pPr>
    </w:p>
    <w:p w14:paraId="49B16FE5" w14:textId="14931799" w:rsidR="005B0D1B" w:rsidRPr="00DA1961" w:rsidRDefault="008A3FDD" w:rsidP="0070676F">
      <w:pPr>
        <w:jc w:val="center"/>
        <w:rPr>
          <w:b/>
          <w:bCs/>
        </w:rPr>
      </w:pPr>
      <w:r w:rsidRPr="00DA1961">
        <w:rPr>
          <w:b/>
          <w:bCs/>
        </w:rPr>
        <w:t>„</w:t>
      </w:r>
      <w:r w:rsidR="005B0D1B" w:rsidRPr="00DA1961">
        <w:rPr>
          <w:b/>
          <w:bCs/>
        </w:rPr>
        <w:t>4</w:t>
      </w:r>
      <w:r w:rsidR="005B0D1B" w:rsidRPr="00DA1961">
        <w:rPr>
          <w:b/>
          <w:bCs/>
          <w:vertAlign w:val="superscript"/>
        </w:rPr>
        <w:t>1</w:t>
      </w:r>
      <w:r w:rsidR="005B0D1B" w:rsidRPr="00DA1961">
        <w:rPr>
          <w:b/>
          <w:bCs/>
        </w:rPr>
        <w:t xml:space="preserve"> peatükk</w:t>
      </w:r>
    </w:p>
    <w:p w14:paraId="371E7B09" w14:textId="04820C18" w:rsidR="005B0D1B" w:rsidRPr="00DA1961" w:rsidRDefault="002A4C8C" w:rsidP="0070676F">
      <w:pPr>
        <w:jc w:val="center"/>
        <w:rPr>
          <w:b/>
          <w:bCs/>
        </w:rPr>
      </w:pPr>
      <w:r w:rsidRPr="00DA1961">
        <w:rPr>
          <w:b/>
          <w:bCs/>
        </w:rPr>
        <w:t>MEDITSIINISEADMETE LOETELU MUUTMISE LIHTSUSTATUD KORD</w:t>
      </w:r>
    </w:p>
    <w:p w14:paraId="2762CFC1" w14:textId="77777777" w:rsidR="005B0D1B" w:rsidRPr="00DA1961" w:rsidRDefault="005B0D1B" w:rsidP="008B21A1">
      <w:pPr>
        <w:jc w:val="both"/>
        <w:rPr>
          <w:b/>
          <w:bCs/>
        </w:rPr>
      </w:pPr>
    </w:p>
    <w:p w14:paraId="14C8DD88" w14:textId="77777777" w:rsidR="005B0D1B" w:rsidRPr="00DA1961" w:rsidRDefault="005B0D1B" w:rsidP="00DC224E">
      <w:pPr>
        <w:jc w:val="both"/>
        <w:rPr>
          <w:b/>
          <w:bCs/>
        </w:rPr>
      </w:pPr>
      <w:r w:rsidRPr="00DA1961">
        <w:rPr>
          <w:b/>
          <w:bCs/>
        </w:rPr>
        <w:t>§ 12</w:t>
      </w:r>
      <w:r w:rsidRPr="00DA1961">
        <w:rPr>
          <w:b/>
          <w:bCs/>
          <w:vertAlign w:val="superscript"/>
        </w:rPr>
        <w:t>1</w:t>
      </w:r>
      <w:r w:rsidRPr="00DA1961">
        <w:rPr>
          <w:b/>
          <w:bCs/>
        </w:rPr>
        <w:t>.   Loetelu muutmise lihtsustatud korra juhud</w:t>
      </w:r>
    </w:p>
    <w:p w14:paraId="043B499B" w14:textId="77777777" w:rsidR="00F5102A" w:rsidRDefault="00F5102A" w:rsidP="00F5102A">
      <w:pPr>
        <w:ind w:right="-340"/>
        <w:jc w:val="both"/>
      </w:pPr>
    </w:p>
    <w:p w14:paraId="78E769A5" w14:textId="347411FE" w:rsidR="005B0D1B" w:rsidRPr="00DA1961" w:rsidRDefault="005B0D1B" w:rsidP="00DC224E">
      <w:pPr>
        <w:ind w:right="-340"/>
        <w:jc w:val="both"/>
      </w:pPr>
      <w:r w:rsidRPr="00DA1961">
        <w:t>(1) Meditsiiniseadmete loetelu muutmise lihtsustatud korda kohaldatakse juhul, kui:</w:t>
      </w:r>
    </w:p>
    <w:p w14:paraId="48286107" w14:textId="2296E258" w:rsidR="005B0D1B" w:rsidRPr="00DA1961" w:rsidRDefault="005B0D1B" w:rsidP="00DC224E">
      <w:pPr>
        <w:jc w:val="both"/>
      </w:pPr>
      <w:r w:rsidRPr="00DA1961">
        <w:t>1) loetelu muudetakse meditsiiniseadme rühma</w:t>
      </w:r>
      <w:r w:rsidR="00C10DAE">
        <w:t xml:space="preserve"> piires </w:t>
      </w:r>
      <w:r w:rsidR="00187524">
        <w:t xml:space="preserve">ja muudatus </w:t>
      </w:r>
      <w:r w:rsidR="0032018F">
        <w:t>on kooskõlas</w:t>
      </w:r>
      <w:r w:rsidR="0017226D">
        <w:t xml:space="preserve"> </w:t>
      </w:r>
      <w:r w:rsidRPr="00DA1961">
        <w:t>rühma nimetus</w:t>
      </w:r>
      <w:r w:rsidR="000A2F9B">
        <w:t>ega</w:t>
      </w:r>
      <w:r w:rsidRPr="00DA1961">
        <w:t>;</w:t>
      </w:r>
    </w:p>
    <w:p w14:paraId="14261B17" w14:textId="26C60933" w:rsidR="003C244B" w:rsidRDefault="005B0D1B" w:rsidP="00DC224E">
      <w:pPr>
        <w:jc w:val="both"/>
      </w:pPr>
      <w:r w:rsidRPr="00DA1961">
        <w:t xml:space="preserve">2) ettepanek puudutab </w:t>
      </w:r>
      <w:r w:rsidRPr="00BE79BC">
        <w:t>toodet, mis on kantud sotsiaal</w:t>
      </w:r>
      <w:r w:rsidR="000C16A8" w:rsidRPr="00BE79BC">
        <w:t>hoolekande</w:t>
      </w:r>
      <w:r w:rsidR="00D032B1" w:rsidRPr="00BE79BC">
        <w:t xml:space="preserve"> seaduse </w:t>
      </w:r>
      <w:r w:rsidR="00AF014A" w:rsidRPr="00BE79BC">
        <w:t>§ 48 lõike</w:t>
      </w:r>
      <w:r w:rsidR="004640E9" w:rsidRPr="00BE79BC">
        <w:t>s</w:t>
      </w:r>
      <w:r w:rsidR="00AF014A" w:rsidRPr="00BE79BC">
        <w:t xml:space="preserve"> </w:t>
      </w:r>
      <w:r w:rsidR="004640E9" w:rsidRPr="00BE79BC">
        <w:t>2</w:t>
      </w:r>
      <w:r w:rsidR="00AF014A" w:rsidRPr="00BE79BC">
        <w:t xml:space="preserve"> nimetatud</w:t>
      </w:r>
      <w:r w:rsidR="00F27A6C" w:rsidRPr="00BE79BC">
        <w:t xml:space="preserve"> </w:t>
      </w:r>
      <w:r w:rsidRPr="00BE79BC">
        <w:t>abivahendite loetellu</w:t>
      </w:r>
      <w:r w:rsidR="002E375A">
        <w:t>;</w:t>
      </w:r>
    </w:p>
    <w:p w14:paraId="501F2FD2" w14:textId="1AD22164" w:rsidR="005B0D1B" w:rsidRPr="00DA1961" w:rsidRDefault="003C244B" w:rsidP="00DC224E">
      <w:pPr>
        <w:jc w:val="both"/>
      </w:pPr>
      <w:r>
        <w:t xml:space="preserve">3) </w:t>
      </w:r>
      <w:r w:rsidR="00377705">
        <w:t>meditsiiniseade arvatakse loetelust välja</w:t>
      </w:r>
      <w:r w:rsidR="003135D7" w:rsidRPr="00BE79BC">
        <w:t>.</w:t>
      </w:r>
    </w:p>
    <w:p w14:paraId="577A62CE" w14:textId="77777777" w:rsidR="005B0D1B" w:rsidRPr="00DA1961" w:rsidRDefault="005B0D1B" w:rsidP="008B21A1">
      <w:pPr>
        <w:ind w:left="363"/>
        <w:jc w:val="both"/>
      </w:pPr>
    </w:p>
    <w:p w14:paraId="0D2D58AC" w14:textId="77777777" w:rsidR="005B0D1B" w:rsidRPr="00DA1961" w:rsidRDefault="005B0D1B" w:rsidP="003C668A">
      <w:pPr>
        <w:jc w:val="both"/>
        <w:rPr>
          <w:b/>
          <w:bCs/>
        </w:rPr>
      </w:pPr>
      <w:r w:rsidRPr="00DA1961">
        <w:rPr>
          <w:b/>
          <w:bCs/>
        </w:rPr>
        <w:t>§ 12</w:t>
      </w:r>
      <w:r w:rsidRPr="00DA1961">
        <w:rPr>
          <w:b/>
          <w:bCs/>
          <w:vertAlign w:val="superscript"/>
        </w:rPr>
        <w:t>2</w:t>
      </w:r>
      <w:r w:rsidRPr="00DA1961">
        <w:rPr>
          <w:b/>
          <w:bCs/>
        </w:rPr>
        <w:t>.   Ettepaneku esitamine</w:t>
      </w:r>
    </w:p>
    <w:p w14:paraId="14895E6B" w14:textId="77777777" w:rsidR="003C668A" w:rsidRDefault="003C668A" w:rsidP="003C668A">
      <w:pPr>
        <w:jc w:val="both"/>
      </w:pPr>
    </w:p>
    <w:p w14:paraId="1FAF7E2D" w14:textId="5A088955" w:rsidR="005B0D1B" w:rsidRPr="00DA1961" w:rsidRDefault="005B0D1B" w:rsidP="003C668A">
      <w:pPr>
        <w:jc w:val="both"/>
      </w:pPr>
      <w:r w:rsidRPr="00DA1961">
        <w:t>(1) Meditsiiniseadmete loetelusse kandmise lihtsustatud menetlus algab ettepaneku esitamisega Tervisekassale.</w:t>
      </w:r>
    </w:p>
    <w:p w14:paraId="5A6A8D0A" w14:textId="77777777" w:rsidR="003C668A" w:rsidRDefault="003C668A" w:rsidP="003C668A">
      <w:pPr>
        <w:jc w:val="both"/>
      </w:pPr>
    </w:p>
    <w:p w14:paraId="14C66EA0" w14:textId="5051C8C2" w:rsidR="002C6A9A" w:rsidRDefault="005B0D1B" w:rsidP="003C668A">
      <w:pPr>
        <w:jc w:val="both"/>
      </w:pPr>
      <w:r w:rsidRPr="00DA1961">
        <w:t xml:space="preserve">(2) </w:t>
      </w:r>
      <w:r w:rsidR="002C6A9A" w:rsidRPr="002C6A9A">
        <w:t>Ettepaneku esitamisele kohaldatakse määruse §</w:t>
      </w:r>
      <w:r w:rsidR="00ED0582">
        <w:t>-s</w:t>
      </w:r>
      <w:r w:rsidR="002C6A9A" w:rsidRPr="002C6A9A">
        <w:t xml:space="preserve"> 10 sätestatut, arvestades käesolevas paragrahvis sätestatud erisusi.</w:t>
      </w:r>
    </w:p>
    <w:p w14:paraId="17DC858C" w14:textId="77777777" w:rsidR="003C668A" w:rsidRDefault="003C668A" w:rsidP="003C668A">
      <w:pPr>
        <w:jc w:val="both"/>
      </w:pPr>
    </w:p>
    <w:p w14:paraId="2A8846F6" w14:textId="25ADF8FD" w:rsidR="005B0D1B" w:rsidRPr="00DA1961" w:rsidRDefault="0080182B" w:rsidP="003C668A">
      <w:pPr>
        <w:jc w:val="both"/>
      </w:pPr>
      <w:r>
        <w:t>(3) Ettepanekus</w:t>
      </w:r>
      <w:r w:rsidR="005B0D1B" w:rsidRPr="00DA1961">
        <w:t xml:space="preserve"> märgitakse </w:t>
      </w:r>
      <w:r w:rsidR="00877937">
        <w:t xml:space="preserve">määruse </w:t>
      </w:r>
      <w:r w:rsidR="00DE5DE8">
        <w:t xml:space="preserve">§ 4 punktis 1, </w:t>
      </w:r>
      <w:r w:rsidR="00B562AD">
        <w:t>§</w:t>
      </w:r>
      <w:r w:rsidR="00B562AD" w:rsidRPr="00DA1961">
        <w:t xml:space="preserve"> </w:t>
      </w:r>
      <w:r w:rsidR="005B0D1B" w:rsidRPr="00DA1961">
        <w:t xml:space="preserve">5 </w:t>
      </w:r>
      <w:r w:rsidR="009B45BF">
        <w:t>punktis</w:t>
      </w:r>
      <w:r w:rsidR="005B0D1B" w:rsidRPr="00DA1961">
        <w:t xml:space="preserve"> 1 ja </w:t>
      </w:r>
      <w:r w:rsidR="00B562AD">
        <w:t>§-</w:t>
      </w:r>
      <w:r w:rsidR="005B0D1B" w:rsidRPr="00DA1961">
        <w:t>des 6</w:t>
      </w:r>
      <w:r w:rsidR="00B562AD">
        <w:t>–</w:t>
      </w:r>
      <w:r w:rsidR="005B0D1B" w:rsidRPr="00DA1961">
        <w:t>7 nimetatud kriteeriumide</w:t>
      </w:r>
      <w:r w:rsidR="00D47AEC">
        <w:t xml:space="preserve"> alusel</w:t>
      </w:r>
      <w:r w:rsidR="005B0D1B" w:rsidRPr="00DA1961">
        <w:t xml:space="preserve"> hinnangu andmiseks vajalikud andmed.</w:t>
      </w:r>
    </w:p>
    <w:p w14:paraId="173BD859" w14:textId="77777777" w:rsidR="003C668A" w:rsidRDefault="003C668A" w:rsidP="003C668A">
      <w:pPr>
        <w:jc w:val="both"/>
      </w:pPr>
    </w:p>
    <w:p w14:paraId="14FBB675" w14:textId="4C55EB97" w:rsidR="005B0D1B" w:rsidRPr="00DA1961" w:rsidRDefault="005B0D1B" w:rsidP="003C668A">
      <w:pPr>
        <w:jc w:val="both"/>
        <w:rPr>
          <w:b/>
          <w:bCs/>
        </w:rPr>
      </w:pPr>
      <w:r w:rsidRPr="00DA1961">
        <w:rPr>
          <w:b/>
          <w:bCs/>
        </w:rPr>
        <w:t>§ 12</w:t>
      </w:r>
      <w:r w:rsidRPr="00DA1961">
        <w:rPr>
          <w:b/>
          <w:bCs/>
          <w:vertAlign w:val="superscript"/>
        </w:rPr>
        <w:t>3</w:t>
      </w:r>
      <w:r w:rsidRPr="00DA1961">
        <w:rPr>
          <w:b/>
          <w:bCs/>
        </w:rPr>
        <w:t>. </w:t>
      </w:r>
      <w:bookmarkStart w:id="1" w:name="para24"/>
      <w:r w:rsidRPr="00DA1961">
        <w:rPr>
          <w:b/>
          <w:bCs/>
        </w:rPr>
        <w:t>  </w:t>
      </w:r>
      <w:bookmarkEnd w:id="1"/>
      <w:r w:rsidRPr="00DA1961">
        <w:rPr>
          <w:b/>
          <w:bCs/>
        </w:rPr>
        <w:t>Ettepaneku menetlemine</w:t>
      </w:r>
    </w:p>
    <w:p w14:paraId="761CD88E" w14:textId="77777777" w:rsidR="003C668A" w:rsidRDefault="003C668A" w:rsidP="003C668A">
      <w:pPr>
        <w:jc w:val="both"/>
      </w:pPr>
    </w:p>
    <w:p w14:paraId="179373AF" w14:textId="38118DA9" w:rsidR="005B0D1B" w:rsidRPr="00DA1961" w:rsidRDefault="00884D05" w:rsidP="003C668A">
      <w:pPr>
        <w:jc w:val="both"/>
      </w:pPr>
      <w:r w:rsidRPr="00DA1961">
        <w:t>(1)</w:t>
      </w:r>
      <w:r w:rsidR="00DE23F2">
        <w:t xml:space="preserve"> </w:t>
      </w:r>
      <w:r w:rsidR="005B0D1B" w:rsidRPr="00DA1961">
        <w:t xml:space="preserve">Tervisekassa annab </w:t>
      </w:r>
      <w:r w:rsidR="00877937">
        <w:t xml:space="preserve">määruse </w:t>
      </w:r>
      <w:r w:rsidR="00123585" w:rsidRPr="00150348">
        <w:t>§ 12</w:t>
      </w:r>
      <w:r w:rsidR="00123585" w:rsidRPr="00150348">
        <w:rPr>
          <w:vertAlign w:val="superscript"/>
        </w:rPr>
        <w:t xml:space="preserve">1 </w:t>
      </w:r>
      <w:r w:rsidR="00123585" w:rsidRPr="00150348">
        <w:t>lõike 1 pu</w:t>
      </w:r>
      <w:r w:rsidR="00150348" w:rsidRPr="00150348">
        <w:t>nktide 1</w:t>
      </w:r>
      <w:r w:rsidR="00C31FC9">
        <w:t>–</w:t>
      </w:r>
      <w:r w:rsidR="00150348" w:rsidRPr="00150348">
        <w:t>2</w:t>
      </w:r>
      <w:r w:rsidR="005B0D1B" w:rsidRPr="00DA1961">
        <w:t xml:space="preserve"> </w:t>
      </w:r>
      <w:r w:rsidR="00150348">
        <w:t xml:space="preserve">korral </w:t>
      </w:r>
      <w:r w:rsidR="005B0D1B" w:rsidRPr="00DA1961">
        <w:t xml:space="preserve">hinnangu: </w:t>
      </w:r>
    </w:p>
    <w:p w14:paraId="0EC9B780" w14:textId="7E3877B0" w:rsidR="005B0D1B" w:rsidRPr="00DA1961" w:rsidRDefault="005B0D1B" w:rsidP="003C668A">
      <w:pPr>
        <w:jc w:val="both"/>
      </w:pPr>
      <w:r w:rsidRPr="00DA1961">
        <w:t xml:space="preserve">1) meditsiiniliselt põhjendatud näidustuse olemasolul meditsiiniseadme tavakasutamiseks ja alternatiivsete meditsiiniseadmete või raviviiside olemasolu </w:t>
      </w:r>
      <w:r w:rsidR="00E72258">
        <w:t>kohta</w:t>
      </w:r>
      <w:r w:rsidR="00862030">
        <w:t>;</w:t>
      </w:r>
      <w:r w:rsidRPr="00DA1961">
        <w:t xml:space="preserve"> </w:t>
      </w:r>
    </w:p>
    <w:p w14:paraId="6B916271" w14:textId="60D9A7F7" w:rsidR="005B0D1B" w:rsidRDefault="005B0D1B" w:rsidP="003C668A">
      <w:pPr>
        <w:jc w:val="both"/>
      </w:pPr>
      <w:r w:rsidRPr="00DA1961">
        <w:lastRenderedPageBreak/>
        <w:t xml:space="preserve">2) lähtuvalt diagnoosist, haiguse raskusastmest või muudest ravi kulgu mõjutavatest asjaoludest raviks vajaliku meditsiiniseadmete optimaalse koguse </w:t>
      </w:r>
      <w:r w:rsidR="38ACF4B7">
        <w:t>kohta</w:t>
      </w:r>
      <w:r w:rsidR="00862030">
        <w:t>;</w:t>
      </w:r>
    </w:p>
    <w:p w14:paraId="492AE81C" w14:textId="20B93B4D" w:rsidR="00C272B9" w:rsidRPr="00DA1961" w:rsidRDefault="00C272B9" w:rsidP="003C668A">
      <w:pPr>
        <w:jc w:val="both"/>
      </w:pPr>
      <w:r>
        <w:t>3</w:t>
      </w:r>
      <w:r w:rsidRPr="00C272B9">
        <w:t>) </w:t>
      </w:r>
      <w:r w:rsidR="000250D6">
        <w:t xml:space="preserve">paragrahvi 9 </w:t>
      </w:r>
      <w:r w:rsidR="00B504C6">
        <w:t xml:space="preserve">lõike 3 </w:t>
      </w:r>
      <w:r w:rsidR="000250D6">
        <w:t>punktides 2 ja 3 nimetatud asjaolude</w:t>
      </w:r>
      <w:r w:rsidR="00BD0F65">
        <w:t xml:space="preserve"> kohta</w:t>
      </w:r>
      <w:r w:rsidRPr="00C272B9">
        <w:t>.</w:t>
      </w:r>
    </w:p>
    <w:p w14:paraId="3994DCE3" w14:textId="77777777" w:rsidR="00150348" w:rsidRDefault="00150348" w:rsidP="003C668A">
      <w:pPr>
        <w:jc w:val="both"/>
      </w:pPr>
    </w:p>
    <w:p w14:paraId="628CE72B" w14:textId="3777C064" w:rsidR="00FF358B" w:rsidRDefault="00184A77" w:rsidP="00FF358B">
      <w:pPr>
        <w:jc w:val="both"/>
      </w:pPr>
      <w:r>
        <w:t xml:space="preserve">(2) </w:t>
      </w:r>
      <w:r w:rsidRPr="00DA1961">
        <w:t>Tervisekassa annab</w:t>
      </w:r>
      <w:r>
        <w:t xml:space="preserve"> </w:t>
      </w:r>
      <w:r w:rsidR="00877937">
        <w:t xml:space="preserve">määruse </w:t>
      </w:r>
      <w:r w:rsidRPr="00150348">
        <w:t>§ 12</w:t>
      </w:r>
      <w:r w:rsidRPr="00150348">
        <w:rPr>
          <w:vertAlign w:val="superscript"/>
        </w:rPr>
        <w:t xml:space="preserve">1 </w:t>
      </w:r>
      <w:r w:rsidRPr="00150348">
        <w:t xml:space="preserve">lõike 1 </w:t>
      </w:r>
      <w:r>
        <w:t>punkti 3</w:t>
      </w:r>
      <w:r w:rsidRPr="00DA1961">
        <w:t xml:space="preserve"> </w:t>
      </w:r>
      <w:r>
        <w:t xml:space="preserve">korral </w:t>
      </w:r>
      <w:r w:rsidRPr="00DA1961">
        <w:t>hinnangu</w:t>
      </w:r>
      <w:r w:rsidRPr="00C272B9">
        <w:t xml:space="preserve"> meditsiiniseadme ravikindlustuse rahalistele võimalustele vastavuse </w:t>
      </w:r>
      <w:r w:rsidR="009158DB">
        <w:t>kohta</w:t>
      </w:r>
      <w:r w:rsidR="00302E47">
        <w:t>.</w:t>
      </w:r>
      <w:r w:rsidR="0006559A" w:rsidRPr="0006559A">
        <w:t xml:space="preserve"> </w:t>
      </w:r>
    </w:p>
    <w:p w14:paraId="51AD8387" w14:textId="7BB262F6" w:rsidR="00150348" w:rsidRDefault="00150348" w:rsidP="00FF358B">
      <w:pPr>
        <w:jc w:val="both"/>
      </w:pPr>
    </w:p>
    <w:p w14:paraId="1DBFCBF5" w14:textId="73D990D5" w:rsidR="0098348D" w:rsidRDefault="005B0D1B" w:rsidP="003C668A">
      <w:pPr>
        <w:jc w:val="both"/>
      </w:pPr>
      <w:r w:rsidRPr="00DA1961">
        <w:t>(</w:t>
      </w:r>
      <w:r w:rsidR="00481ECC">
        <w:t>3</w:t>
      </w:r>
      <w:r w:rsidRPr="00DA1961">
        <w:t xml:space="preserve">) Ettepaneku menetlemisel </w:t>
      </w:r>
      <w:r w:rsidR="00940D68">
        <w:t>kohaldatakse</w:t>
      </w:r>
      <w:r w:rsidR="001A123A">
        <w:t xml:space="preserve"> vajaduse</w:t>
      </w:r>
      <w:r w:rsidR="00877937">
        <w:t xml:space="preserve"> korra</w:t>
      </w:r>
      <w:r w:rsidR="001A123A">
        <w:t>l</w:t>
      </w:r>
      <w:r w:rsidR="00940D68">
        <w:t xml:space="preserve"> </w:t>
      </w:r>
      <w:r w:rsidR="00877937">
        <w:t xml:space="preserve">määruse </w:t>
      </w:r>
      <w:r w:rsidR="00284E4F" w:rsidRPr="00284E4F">
        <w:t>§ 9 lõi</w:t>
      </w:r>
      <w:r w:rsidR="00940D68">
        <w:t>kes</w:t>
      </w:r>
      <w:r w:rsidR="00284E4F" w:rsidRPr="00284E4F">
        <w:t xml:space="preserve"> 4 ja § 11 lõi</w:t>
      </w:r>
      <w:r w:rsidR="00940D68">
        <w:t>kes</w:t>
      </w:r>
      <w:r w:rsidR="00284E4F" w:rsidRPr="00284E4F">
        <w:t xml:space="preserve"> 4</w:t>
      </w:r>
      <w:r w:rsidR="00940D68">
        <w:t xml:space="preserve"> sätestatut</w:t>
      </w:r>
      <w:bookmarkStart w:id="2" w:name="para24lg6"/>
      <w:r w:rsidRPr="00DA1961">
        <w:t>.</w:t>
      </w:r>
      <w:r w:rsidR="006C4A1C" w:rsidRPr="00DA1961">
        <w:t>“</w:t>
      </w:r>
      <w:bookmarkStart w:id="3" w:name="para24lg7"/>
      <w:bookmarkEnd w:id="2"/>
      <w:bookmarkEnd w:id="3"/>
      <w:r w:rsidR="00036D61">
        <w:t>.</w:t>
      </w:r>
    </w:p>
    <w:p w14:paraId="03598733" w14:textId="77777777" w:rsidR="00507A0E" w:rsidRPr="00DA1961" w:rsidRDefault="00507A0E" w:rsidP="008B21A1">
      <w:pPr>
        <w:ind w:left="363"/>
        <w:jc w:val="both"/>
      </w:pPr>
    </w:p>
    <w:p w14:paraId="6E91501E" w14:textId="1952F6D4" w:rsidR="00B77912" w:rsidRPr="00DA1961" w:rsidRDefault="00D71DC8" w:rsidP="008B21A1">
      <w:pPr>
        <w:jc w:val="both"/>
        <w:rPr>
          <w:b/>
          <w:bCs/>
        </w:rPr>
      </w:pPr>
      <w:r w:rsidRPr="00DA1961">
        <w:rPr>
          <w:b/>
          <w:bCs/>
        </w:rPr>
        <w:t xml:space="preserve">§ 2. </w:t>
      </w:r>
      <w:r w:rsidR="00B77912" w:rsidRPr="00DA1961">
        <w:rPr>
          <w:b/>
          <w:bCs/>
        </w:rPr>
        <w:t>Määruse jõustumine</w:t>
      </w:r>
    </w:p>
    <w:p w14:paraId="40F504A4" w14:textId="77777777" w:rsidR="00B77912" w:rsidRPr="00DA1961" w:rsidRDefault="00B77912" w:rsidP="008B21A1">
      <w:pPr>
        <w:jc w:val="both"/>
        <w:rPr>
          <w:b/>
          <w:bCs/>
        </w:rPr>
      </w:pPr>
    </w:p>
    <w:p w14:paraId="5D90CEE5" w14:textId="0A4636E3" w:rsidR="00763BC5" w:rsidRDefault="00B77912" w:rsidP="008B21A1">
      <w:pPr>
        <w:jc w:val="both"/>
        <w:rPr>
          <w:rFonts w:cs="Arial"/>
        </w:rPr>
      </w:pPr>
      <w:r w:rsidRPr="00DA1961">
        <w:t xml:space="preserve">(1) </w:t>
      </w:r>
      <w:r w:rsidR="00877937">
        <w:t>M</w:t>
      </w:r>
      <w:r w:rsidR="00D71DC8" w:rsidRPr="00DA1961">
        <w:t>äärus jõustub</w:t>
      </w:r>
      <w:r w:rsidR="00D71DC8" w:rsidRPr="00DA1961">
        <w:rPr>
          <w:b/>
          <w:bCs/>
        </w:rPr>
        <w:t xml:space="preserve"> </w:t>
      </w:r>
      <w:r w:rsidR="00D71DC8" w:rsidRPr="00DA1961">
        <w:rPr>
          <w:rFonts w:cs="Arial"/>
        </w:rPr>
        <w:t xml:space="preserve">1. </w:t>
      </w:r>
      <w:r w:rsidR="005B5944" w:rsidRPr="00DA1961">
        <w:rPr>
          <w:rFonts w:cs="Arial"/>
        </w:rPr>
        <w:t>april</w:t>
      </w:r>
      <w:r w:rsidR="00A911E6" w:rsidRPr="00DA1961">
        <w:rPr>
          <w:rFonts w:cs="Arial"/>
        </w:rPr>
        <w:t>li</w:t>
      </w:r>
      <w:r w:rsidR="00D71DC8" w:rsidRPr="00DA1961">
        <w:rPr>
          <w:rFonts w:cs="Arial"/>
        </w:rPr>
        <w:t>l 202</w:t>
      </w:r>
      <w:r w:rsidR="00A911E6" w:rsidRPr="00DA1961">
        <w:rPr>
          <w:rFonts w:cs="Arial"/>
        </w:rPr>
        <w:t>6</w:t>
      </w:r>
      <w:r w:rsidR="00D71DC8" w:rsidRPr="00DA1961">
        <w:rPr>
          <w:rFonts w:cs="Arial"/>
        </w:rPr>
        <w:t>. a.</w:t>
      </w:r>
    </w:p>
    <w:p w14:paraId="4238D1E0" w14:textId="77777777" w:rsidR="003C668A" w:rsidRPr="00DA1961" w:rsidRDefault="003C668A" w:rsidP="008B21A1">
      <w:pPr>
        <w:jc w:val="both"/>
        <w:rPr>
          <w:rFonts w:cs="Arial"/>
        </w:rPr>
      </w:pPr>
    </w:p>
    <w:p w14:paraId="38F1610F" w14:textId="6718F741" w:rsidR="00B77912" w:rsidRPr="00B77912" w:rsidRDefault="00942E96" w:rsidP="008B21A1">
      <w:pPr>
        <w:jc w:val="both"/>
        <w:rPr>
          <w:rFonts w:cs="Arial"/>
        </w:rPr>
      </w:pPr>
      <w:r w:rsidRPr="00DA1961">
        <w:rPr>
          <w:rFonts w:cs="Arial"/>
        </w:rPr>
        <w:t>(</w:t>
      </w:r>
      <w:r w:rsidR="00B77912" w:rsidRPr="00B77912">
        <w:rPr>
          <w:rFonts w:cs="Arial"/>
        </w:rPr>
        <w:t xml:space="preserve">2) </w:t>
      </w:r>
      <w:r w:rsidR="00972E11">
        <w:rPr>
          <w:rFonts w:cs="Arial"/>
        </w:rPr>
        <w:t xml:space="preserve"> </w:t>
      </w:r>
      <w:r w:rsidR="00877937">
        <w:rPr>
          <w:rFonts w:cs="Arial"/>
        </w:rPr>
        <w:t>M</w:t>
      </w:r>
      <w:r w:rsidR="00B77912" w:rsidRPr="00B77912">
        <w:rPr>
          <w:rFonts w:cs="Arial"/>
        </w:rPr>
        <w:t xml:space="preserve">ääruse § </w:t>
      </w:r>
      <w:r w:rsidR="002253E1" w:rsidRPr="00DA1961">
        <w:rPr>
          <w:rFonts w:cs="Arial"/>
        </w:rPr>
        <w:t>1</w:t>
      </w:r>
      <w:r w:rsidR="00B77912" w:rsidRPr="00B77912">
        <w:rPr>
          <w:rFonts w:cs="Arial"/>
        </w:rPr>
        <w:t xml:space="preserve"> </w:t>
      </w:r>
      <w:r w:rsidR="00F742B4" w:rsidRPr="00DA1961">
        <w:rPr>
          <w:rFonts w:cs="Arial"/>
        </w:rPr>
        <w:t>punkt</w:t>
      </w:r>
      <w:r w:rsidR="002F00A7">
        <w:rPr>
          <w:rFonts w:cs="Arial"/>
        </w:rPr>
        <w:t>id</w:t>
      </w:r>
      <w:r w:rsidR="00B77912" w:rsidRPr="00B77912">
        <w:rPr>
          <w:rFonts w:cs="Arial"/>
        </w:rPr>
        <w:t xml:space="preserve"> </w:t>
      </w:r>
      <w:r w:rsidR="004A5B8D">
        <w:rPr>
          <w:rFonts w:cs="Arial"/>
        </w:rPr>
        <w:t>9</w:t>
      </w:r>
      <w:r w:rsidR="00B77912" w:rsidRPr="00B77912">
        <w:rPr>
          <w:rFonts w:cs="Arial"/>
        </w:rPr>
        <w:t xml:space="preserve"> </w:t>
      </w:r>
      <w:r w:rsidR="002F00A7">
        <w:rPr>
          <w:rFonts w:cs="Arial"/>
        </w:rPr>
        <w:t>ja 1</w:t>
      </w:r>
      <w:r w:rsidR="004A5B8D">
        <w:rPr>
          <w:rFonts w:cs="Arial"/>
        </w:rPr>
        <w:t>0</w:t>
      </w:r>
      <w:r w:rsidR="00B77912" w:rsidRPr="00B77912">
        <w:rPr>
          <w:rFonts w:cs="Arial"/>
        </w:rPr>
        <w:t xml:space="preserve"> jõustu</w:t>
      </w:r>
      <w:r w:rsidR="002F00A7">
        <w:rPr>
          <w:rFonts w:cs="Arial"/>
        </w:rPr>
        <w:t>vad</w:t>
      </w:r>
      <w:r w:rsidR="00B77912" w:rsidRPr="00B77912">
        <w:rPr>
          <w:rFonts w:cs="Arial"/>
        </w:rPr>
        <w:t xml:space="preserve"> 1. </w:t>
      </w:r>
      <w:r w:rsidR="002253E1" w:rsidRPr="00DA1961">
        <w:rPr>
          <w:rFonts w:cs="Arial"/>
        </w:rPr>
        <w:t>juunil</w:t>
      </w:r>
      <w:r w:rsidR="00B77912" w:rsidRPr="00B77912">
        <w:rPr>
          <w:rFonts w:cs="Arial"/>
        </w:rPr>
        <w:t xml:space="preserve"> 202</w:t>
      </w:r>
      <w:r w:rsidR="002253E1" w:rsidRPr="00DA1961">
        <w:rPr>
          <w:rFonts w:cs="Arial"/>
        </w:rPr>
        <w:t>6</w:t>
      </w:r>
      <w:r w:rsidR="00B77912" w:rsidRPr="00B77912">
        <w:rPr>
          <w:rFonts w:cs="Arial"/>
        </w:rPr>
        <w:t>. a.</w:t>
      </w:r>
    </w:p>
    <w:p w14:paraId="61674734" w14:textId="77777777" w:rsidR="00B77912" w:rsidRPr="00DA1961" w:rsidRDefault="00B77912" w:rsidP="008B21A1">
      <w:pPr>
        <w:jc w:val="both"/>
        <w:rPr>
          <w:rFonts w:cs="Arial"/>
        </w:rPr>
      </w:pPr>
    </w:p>
    <w:p w14:paraId="16707DF2" w14:textId="77777777" w:rsidR="00A13C1C" w:rsidRPr="00DA1961" w:rsidRDefault="00A13C1C" w:rsidP="008B21A1">
      <w:pPr>
        <w:jc w:val="both"/>
        <w:rPr>
          <w:b/>
        </w:rPr>
      </w:pPr>
    </w:p>
    <w:p w14:paraId="4EE3D6DE" w14:textId="77777777" w:rsidR="007B6AA9" w:rsidRPr="00DA1961" w:rsidRDefault="007B6AA9" w:rsidP="008B21A1">
      <w:pPr>
        <w:jc w:val="both"/>
        <w:rPr>
          <w:rFonts w:cs="Arial"/>
        </w:rPr>
        <w:sectPr w:rsidR="007B6AA9" w:rsidRPr="00DA1961" w:rsidSect="007B6AA9">
          <w:headerReference w:type="default" r:id="rId12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426EE38" w14:textId="77777777" w:rsidR="007B6AA9" w:rsidRPr="00DA1961" w:rsidRDefault="007B6AA9" w:rsidP="008B21A1">
      <w:pPr>
        <w:jc w:val="both"/>
        <w:rPr>
          <w:rFonts w:cs="Arial"/>
        </w:rPr>
      </w:pPr>
    </w:p>
    <w:p w14:paraId="048DB2D7" w14:textId="77777777" w:rsidR="007B6AA9" w:rsidRPr="00DA1961" w:rsidRDefault="007B6AA9" w:rsidP="008B21A1">
      <w:pPr>
        <w:jc w:val="both"/>
        <w:rPr>
          <w:rFonts w:cs="Arial"/>
        </w:rPr>
      </w:pPr>
    </w:p>
    <w:p w14:paraId="4B128313" w14:textId="77777777" w:rsidR="007B6AA9" w:rsidRPr="00DA1961" w:rsidRDefault="007B6AA9" w:rsidP="008B21A1">
      <w:pPr>
        <w:jc w:val="both"/>
        <w:rPr>
          <w:rFonts w:cs="Arial"/>
        </w:rPr>
      </w:pPr>
    </w:p>
    <w:p w14:paraId="203B46BF" w14:textId="77777777" w:rsidR="004F783F" w:rsidRPr="00DA1961" w:rsidRDefault="007B6AA9" w:rsidP="008B21A1">
      <w:pPr>
        <w:jc w:val="both"/>
        <w:rPr>
          <w:rFonts w:cs="Arial"/>
        </w:rPr>
      </w:pPr>
      <w:r w:rsidRPr="00DA1961">
        <w:rPr>
          <w:rFonts w:cs="Arial"/>
        </w:rPr>
        <w:t>(allkirjastatud digitaalselt)</w:t>
      </w:r>
      <w:r w:rsidR="00A54AFA" w:rsidRPr="00DA1961">
        <w:rPr>
          <w:rFonts w:cs="Arial"/>
        </w:rPr>
        <w:t xml:space="preserve"> </w:t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</w:p>
    <w:p w14:paraId="1D15D4DF" w14:textId="62C62860" w:rsidR="00A54AFA" w:rsidRPr="00DA1961" w:rsidRDefault="00FE59E8" w:rsidP="008B21A1">
      <w:pPr>
        <w:jc w:val="both"/>
        <w:rPr>
          <w:rFonts w:cs="Arial"/>
        </w:rPr>
      </w:pPr>
      <w:r w:rsidRPr="00DA1961">
        <w:rPr>
          <w:rFonts w:cs="Arial"/>
        </w:rPr>
        <w:t xml:space="preserve">Karmen </w:t>
      </w:r>
      <w:proofErr w:type="spellStart"/>
      <w:r w:rsidRPr="00DA1961">
        <w:rPr>
          <w:rFonts w:cs="Arial"/>
        </w:rPr>
        <w:t>Joller</w:t>
      </w:r>
      <w:proofErr w:type="spellEnd"/>
    </w:p>
    <w:p w14:paraId="69942D6D" w14:textId="223FEBEB" w:rsidR="00A54AFA" w:rsidRPr="00DA1961" w:rsidRDefault="004259A4" w:rsidP="008B21A1">
      <w:pPr>
        <w:jc w:val="both"/>
        <w:rPr>
          <w:rFonts w:cs="Arial"/>
        </w:rPr>
      </w:pPr>
      <w:r w:rsidRPr="00DA1961">
        <w:rPr>
          <w:rFonts w:cs="Arial"/>
        </w:rPr>
        <w:t>s</w:t>
      </w:r>
      <w:r w:rsidR="00FE59E8" w:rsidRPr="00DA1961">
        <w:rPr>
          <w:rFonts w:cs="Arial"/>
        </w:rPr>
        <w:t>otsiaal</w:t>
      </w:r>
      <w:r w:rsidRPr="00DA1961">
        <w:rPr>
          <w:rFonts w:cs="Arial"/>
        </w:rPr>
        <w:t>minister</w:t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  <w:r w:rsidR="00A54AFA" w:rsidRPr="00DA1961">
        <w:rPr>
          <w:rFonts w:cs="Arial"/>
        </w:rPr>
        <w:tab/>
      </w:r>
    </w:p>
    <w:p w14:paraId="749F9433" w14:textId="77777777" w:rsidR="007B6AA9" w:rsidRPr="00DA1961" w:rsidRDefault="007B6AA9" w:rsidP="008B21A1">
      <w:pPr>
        <w:jc w:val="both"/>
        <w:rPr>
          <w:rFonts w:cs="Arial"/>
        </w:rPr>
      </w:pPr>
    </w:p>
    <w:p w14:paraId="29054E0F" w14:textId="77777777" w:rsidR="007B6AA9" w:rsidRPr="00DA1961" w:rsidRDefault="007B6AA9" w:rsidP="008B21A1">
      <w:pPr>
        <w:jc w:val="both"/>
        <w:rPr>
          <w:rFonts w:cs="Arial"/>
        </w:rPr>
      </w:pPr>
    </w:p>
    <w:p w14:paraId="4B904DB8" w14:textId="5D961254" w:rsidR="004F783F" w:rsidRPr="00DA1961" w:rsidRDefault="004F783F" w:rsidP="008B21A1">
      <w:pPr>
        <w:jc w:val="both"/>
        <w:rPr>
          <w:rFonts w:cs="Arial"/>
        </w:rPr>
      </w:pPr>
      <w:r w:rsidRPr="00DA1961">
        <w:rPr>
          <w:rFonts w:cs="Arial"/>
        </w:rPr>
        <w:t>(allkirjastatud digitaalselt)</w:t>
      </w:r>
    </w:p>
    <w:p w14:paraId="614A19F9" w14:textId="086FD8BA" w:rsidR="00000E13" w:rsidRPr="00DA1961" w:rsidRDefault="00000E13" w:rsidP="008B21A1">
      <w:pPr>
        <w:jc w:val="both"/>
        <w:rPr>
          <w:rFonts w:cs="Arial"/>
        </w:rPr>
      </w:pPr>
      <w:proofErr w:type="spellStart"/>
      <w:r w:rsidRPr="00DA1961">
        <w:rPr>
          <w:rFonts w:cs="Arial"/>
        </w:rPr>
        <w:t>Maarjo</w:t>
      </w:r>
      <w:proofErr w:type="spellEnd"/>
      <w:r w:rsidRPr="00DA1961">
        <w:rPr>
          <w:rFonts w:cs="Arial"/>
        </w:rPr>
        <w:t xml:space="preserve"> Mändmaa</w:t>
      </w:r>
    </w:p>
    <w:p w14:paraId="4B6240F5" w14:textId="7FD968A2" w:rsidR="007B6AA9" w:rsidRPr="00DA1961" w:rsidRDefault="00000E13" w:rsidP="008B21A1">
      <w:pPr>
        <w:jc w:val="both"/>
      </w:pPr>
      <w:r w:rsidRPr="00DA1961">
        <w:rPr>
          <w:rFonts w:cs="Arial"/>
        </w:rPr>
        <w:t>kantsler</w:t>
      </w:r>
    </w:p>
    <w:p w14:paraId="1362DD49" w14:textId="77777777" w:rsidR="007B6AA9" w:rsidRPr="00DA1961" w:rsidRDefault="007B6AA9" w:rsidP="008B21A1">
      <w:pPr>
        <w:jc w:val="both"/>
        <w:sectPr w:rsidR="007B6AA9" w:rsidRPr="00DA1961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0D6AA852" w14:textId="4588A6CE" w:rsidR="007B6AA9" w:rsidRPr="00DA1961" w:rsidRDefault="007B6AA9" w:rsidP="008B21A1">
      <w:pPr>
        <w:spacing w:after="160" w:line="259" w:lineRule="auto"/>
        <w:jc w:val="both"/>
      </w:pPr>
    </w:p>
    <w:sectPr w:rsidR="007B6AA9" w:rsidRPr="00DA1961" w:rsidSect="001D53AE">
      <w:headerReference w:type="default" r:id="rId13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8B008" w14:textId="77777777" w:rsidR="00D90404" w:rsidRDefault="00D90404" w:rsidP="00E52553">
      <w:r>
        <w:separator/>
      </w:r>
    </w:p>
  </w:endnote>
  <w:endnote w:type="continuationSeparator" w:id="0">
    <w:p w14:paraId="4B9ED4B5" w14:textId="77777777" w:rsidR="00D90404" w:rsidRDefault="00D90404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CBCED" w14:textId="77777777" w:rsidR="00D90404" w:rsidRDefault="00D90404" w:rsidP="00E52553">
      <w:r>
        <w:separator/>
      </w:r>
    </w:p>
  </w:footnote>
  <w:footnote w:type="continuationSeparator" w:id="0">
    <w:p w14:paraId="53A4FF22" w14:textId="77777777" w:rsidR="00D90404" w:rsidRDefault="00D90404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4C46B8C" w14:textId="77777777" w:rsidR="007B6AA9" w:rsidRPr="00E52553" w:rsidRDefault="007B6AA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1E5E9C8C" w14:textId="77777777" w:rsidR="007B6AA9" w:rsidRDefault="007B6AA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FB35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A0C68F"/>
    <w:multiLevelType w:val="hybridMultilevel"/>
    <w:tmpl w:val="F8881512"/>
    <w:lvl w:ilvl="0" w:tplc="C398470E">
      <w:start w:val="1"/>
      <w:numFmt w:val="decimal"/>
      <w:lvlText w:val="%1)"/>
      <w:lvlJc w:val="left"/>
      <w:pPr>
        <w:ind w:left="720" w:hanging="360"/>
      </w:pPr>
    </w:lvl>
    <w:lvl w:ilvl="1" w:tplc="481AA27E">
      <w:start w:val="1"/>
      <w:numFmt w:val="lowerLetter"/>
      <w:lvlText w:val="%2."/>
      <w:lvlJc w:val="left"/>
      <w:pPr>
        <w:ind w:left="1440" w:hanging="360"/>
      </w:pPr>
    </w:lvl>
    <w:lvl w:ilvl="2" w:tplc="68F88AFA">
      <w:start w:val="1"/>
      <w:numFmt w:val="lowerRoman"/>
      <w:lvlText w:val="%3."/>
      <w:lvlJc w:val="right"/>
      <w:pPr>
        <w:ind w:left="2160" w:hanging="180"/>
      </w:pPr>
    </w:lvl>
    <w:lvl w:ilvl="3" w:tplc="0DAE42DA">
      <w:start w:val="1"/>
      <w:numFmt w:val="decimal"/>
      <w:lvlText w:val="%4."/>
      <w:lvlJc w:val="left"/>
      <w:pPr>
        <w:ind w:left="2880" w:hanging="360"/>
      </w:pPr>
    </w:lvl>
    <w:lvl w:ilvl="4" w:tplc="00F03C28">
      <w:start w:val="1"/>
      <w:numFmt w:val="lowerLetter"/>
      <w:lvlText w:val="%5."/>
      <w:lvlJc w:val="left"/>
      <w:pPr>
        <w:ind w:left="3600" w:hanging="360"/>
      </w:pPr>
    </w:lvl>
    <w:lvl w:ilvl="5" w:tplc="21D8D844">
      <w:start w:val="1"/>
      <w:numFmt w:val="lowerRoman"/>
      <w:lvlText w:val="%6."/>
      <w:lvlJc w:val="right"/>
      <w:pPr>
        <w:ind w:left="4320" w:hanging="180"/>
      </w:pPr>
    </w:lvl>
    <w:lvl w:ilvl="6" w:tplc="5A6A1668">
      <w:start w:val="1"/>
      <w:numFmt w:val="decimal"/>
      <w:lvlText w:val="%7."/>
      <w:lvlJc w:val="left"/>
      <w:pPr>
        <w:ind w:left="5040" w:hanging="360"/>
      </w:pPr>
    </w:lvl>
    <w:lvl w:ilvl="7" w:tplc="052A9924">
      <w:start w:val="1"/>
      <w:numFmt w:val="lowerLetter"/>
      <w:lvlText w:val="%8."/>
      <w:lvlJc w:val="left"/>
      <w:pPr>
        <w:ind w:left="5760" w:hanging="360"/>
      </w:pPr>
    </w:lvl>
    <w:lvl w:ilvl="8" w:tplc="803297A0">
      <w:start w:val="1"/>
      <w:numFmt w:val="lowerRoman"/>
      <w:lvlText w:val="%9."/>
      <w:lvlJc w:val="right"/>
      <w:pPr>
        <w:ind w:left="6480" w:hanging="180"/>
      </w:pPr>
    </w:lvl>
  </w:abstractNum>
  <w:num w:numId="1" w16cid:durableId="57829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1F"/>
    <w:rsid w:val="00000E13"/>
    <w:rsid w:val="000126E8"/>
    <w:rsid w:val="00016B99"/>
    <w:rsid w:val="00021FE3"/>
    <w:rsid w:val="00022616"/>
    <w:rsid w:val="00022F66"/>
    <w:rsid w:val="000250D6"/>
    <w:rsid w:val="00026A4E"/>
    <w:rsid w:val="00030DAE"/>
    <w:rsid w:val="000316D4"/>
    <w:rsid w:val="00031AC8"/>
    <w:rsid w:val="000320DA"/>
    <w:rsid w:val="00034533"/>
    <w:rsid w:val="00035549"/>
    <w:rsid w:val="00035AD9"/>
    <w:rsid w:val="000364D7"/>
    <w:rsid w:val="00036620"/>
    <w:rsid w:val="00036D61"/>
    <w:rsid w:val="000375CD"/>
    <w:rsid w:val="0004201E"/>
    <w:rsid w:val="000442E2"/>
    <w:rsid w:val="00044544"/>
    <w:rsid w:val="000462D9"/>
    <w:rsid w:val="00046B24"/>
    <w:rsid w:val="00047108"/>
    <w:rsid w:val="000521E8"/>
    <w:rsid w:val="0005705D"/>
    <w:rsid w:val="0006046D"/>
    <w:rsid w:val="00060493"/>
    <w:rsid w:val="00062545"/>
    <w:rsid w:val="00062B0B"/>
    <w:rsid w:val="0006559A"/>
    <w:rsid w:val="00070153"/>
    <w:rsid w:val="00070DD4"/>
    <w:rsid w:val="00071116"/>
    <w:rsid w:val="000725E2"/>
    <w:rsid w:val="000758ED"/>
    <w:rsid w:val="00075AED"/>
    <w:rsid w:val="00075EF3"/>
    <w:rsid w:val="000777FE"/>
    <w:rsid w:val="00082816"/>
    <w:rsid w:val="000828E1"/>
    <w:rsid w:val="0008549F"/>
    <w:rsid w:val="000902F6"/>
    <w:rsid w:val="00090D33"/>
    <w:rsid w:val="0009319A"/>
    <w:rsid w:val="0009327A"/>
    <w:rsid w:val="00094BF0"/>
    <w:rsid w:val="00094DDE"/>
    <w:rsid w:val="0009736C"/>
    <w:rsid w:val="000A2F9B"/>
    <w:rsid w:val="000A6535"/>
    <w:rsid w:val="000A721D"/>
    <w:rsid w:val="000B28EC"/>
    <w:rsid w:val="000B780C"/>
    <w:rsid w:val="000C0A7D"/>
    <w:rsid w:val="000C16A8"/>
    <w:rsid w:val="000C2CC2"/>
    <w:rsid w:val="000C3FCE"/>
    <w:rsid w:val="000C6B61"/>
    <w:rsid w:val="000D0B25"/>
    <w:rsid w:val="000D0C70"/>
    <w:rsid w:val="000D1B30"/>
    <w:rsid w:val="000D3E33"/>
    <w:rsid w:val="000D6918"/>
    <w:rsid w:val="000D7732"/>
    <w:rsid w:val="000E125F"/>
    <w:rsid w:val="000E7648"/>
    <w:rsid w:val="000F051F"/>
    <w:rsid w:val="000F2D2E"/>
    <w:rsid w:val="000F537C"/>
    <w:rsid w:val="000F5963"/>
    <w:rsid w:val="000F5A08"/>
    <w:rsid w:val="001025A1"/>
    <w:rsid w:val="00102620"/>
    <w:rsid w:val="00102C6E"/>
    <w:rsid w:val="0010480D"/>
    <w:rsid w:val="00105204"/>
    <w:rsid w:val="00105CF5"/>
    <w:rsid w:val="00112FC0"/>
    <w:rsid w:val="00113F1F"/>
    <w:rsid w:val="00114FC8"/>
    <w:rsid w:val="00116764"/>
    <w:rsid w:val="00117247"/>
    <w:rsid w:val="00123585"/>
    <w:rsid w:val="00126A29"/>
    <w:rsid w:val="001277C1"/>
    <w:rsid w:val="00133048"/>
    <w:rsid w:val="001331AE"/>
    <w:rsid w:val="00133AB7"/>
    <w:rsid w:val="0013432C"/>
    <w:rsid w:val="00135630"/>
    <w:rsid w:val="001372A3"/>
    <w:rsid w:val="001376C4"/>
    <w:rsid w:val="00137C9E"/>
    <w:rsid w:val="0014025A"/>
    <w:rsid w:val="00141521"/>
    <w:rsid w:val="00143DCF"/>
    <w:rsid w:val="00144693"/>
    <w:rsid w:val="001448F0"/>
    <w:rsid w:val="00144C39"/>
    <w:rsid w:val="00145FF4"/>
    <w:rsid w:val="00146362"/>
    <w:rsid w:val="001463D6"/>
    <w:rsid w:val="00150348"/>
    <w:rsid w:val="00150666"/>
    <w:rsid w:val="00151207"/>
    <w:rsid w:val="00152104"/>
    <w:rsid w:val="001603A7"/>
    <w:rsid w:val="001604DB"/>
    <w:rsid w:val="00161A10"/>
    <w:rsid w:val="00165301"/>
    <w:rsid w:val="00166BCE"/>
    <w:rsid w:val="00167763"/>
    <w:rsid w:val="0017226D"/>
    <w:rsid w:val="00181F9C"/>
    <w:rsid w:val="001835E6"/>
    <w:rsid w:val="0018362B"/>
    <w:rsid w:val="00184631"/>
    <w:rsid w:val="00184A77"/>
    <w:rsid w:val="00187524"/>
    <w:rsid w:val="00191E74"/>
    <w:rsid w:val="00194F0A"/>
    <w:rsid w:val="001959B0"/>
    <w:rsid w:val="00196154"/>
    <w:rsid w:val="001A123A"/>
    <w:rsid w:val="001B3325"/>
    <w:rsid w:val="001B4BEA"/>
    <w:rsid w:val="001B4C6B"/>
    <w:rsid w:val="001B5310"/>
    <w:rsid w:val="001B610E"/>
    <w:rsid w:val="001C22BE"/>
    <w:rsid w:val="001C422C"/>
    <w:rsid w:val="001C5245"/>
    <w:rsid w:val="001C6EAA"/>
    <w:rsid w:val="001D0286"/>
    <w:rsid w:val="001D13D0"/>
    <w:rsid w:val="001D2809"/>
    <w:rsid w:val="001D4EE1"/>
    <w:rsid w:val="001D53AE"/>
    <w:rsid w:val="001E62B8"/>
    <w:rsid w:val="001E648C"/>
    <w:rsid w:val="001E6820"/>
    <w:rsid w:val="001E6EEB"/>
    <w:rsid w:val="001F055B"/>
    <w:rsid w:val="001F3759"/>
    <w:rsid w:val="001F7071"/>
    <w:rsid w:val="00202886"/>
    <w:rsid w:val="00202D28"/>
    <w:rsid w:val="00204DF5"/>
    <w:rsid w:val="00204F22"/>
    <w:rsid w:val="002102A5"/>
    <w:rsid w:val="00213625"/>
    <w:rsid w:val="0021542C"/>
    <w:rsid w:val="00215BD2"/>
    <w:rsid w:val="002173C3"/>
    <w:rsid w:val="0022021A"/>
    <w:rsid w:val="002206F9"/>
    <w:rsid w:val="00222719"/>
    <w:rsid w:val="00224E47"/>
    <w:rsid w:val="002253E1"/>
    <w:rsid w:val="002266E5"/>
    <w:rsid w:val="0023247D"/>
    <w:rsid w:val="0023343B"/>
    <w:rsid w:val="00234AB6"/>
    <w:rsid w:val="00234F62"/>
    <w:rsid w:val="0023796B"/>
    <w:rsid w:val="00252FB4"/>
    <w:rsid w:val="00257698"/>
    <w:rsid w:val="00260BA7"/>
    <w:rsid w:val="002616C6"/>
    <w:rsid w:val="0026180C"/>
    <w:rsid w:val="00261A1F"/>
    <w:rsid w:val="0026203E"/>
    <w:rsid w:val="002643AA"/>
    <w:rsid w:val="00264A86"/>
    <w:rsid w:val="00265AC0"/>
    <w:rsid w:val="00266C02"/>
    <w:rsid w:val="00270169"/>
    <w:rsid w:val="0027507B"/>
    <w:rsid w:val="00275B76"/>
    <w:rsid w:val="0028022B"/>
    <w:rsid w:val="0028026E"/>
    <w:rsid w:val="00282D3E"/>
    <w:rsid w:val="00283D09"/>
    <w:rsid w:val="00283E0F"/>
    <w:rsid w:val="00284E4F"/>
    <w:rsid w:val="0028715A"/>
    <w:rsid w:val="00292A4E"/>
    <w:rsid w:val="00293ECF"/>
    <w:rsid w:val="00295C8C"/>
    <w:rsid w:val="002A01EF"/>
    <w:rsid w:val="002A056D"/>
    <w:rsid w:val="002A4C8C"/>
    <w:rsid w:val="002A6864"/>
    <w:rsid w:val="002B112C"/>
    <w:rsid w:val="002B44C2"/>
    <w:rsid w:val="002B4AE5"/>
    <w:rsid w:val="002B7908"/>
    <w:rsid w:val="002B7F62"/>
    <w:rsid w:val="002C09D3"/>
    <w:rsid w:val="002C0BC5"/>
    <w:rsid w:val="002C1B3E"/>
    <w:rsid w:val="002C6035"/>
    <w:rsid w:val="002C6A9A"/>
    <w:rsid w:val="002C7F94"/>
    <w:rsid w:val="002D0266"/>
    <w:rsid w:val="002D28C4"/>
    <w:rsid w:val="002D39B0"/>
    <w:rsid w:val="002D5180"/>
    <w:rsid w:val="002E0813"/>
    <w:rsid w:val="002E0DEC"/>
    <w:rsid w:val="002E375A"/>
    <w:rsid w:val="002E40EC"/>
    <w:rsid w:val="002E59D9"/>
    <w:rsid w:val="002F00A7"/>
    <w:rsid w:val="002F49FF"/>
    <w:rsid w:val="002F5361"/>
    <w:rsid w:val="002F6D2D"/>
    <w:rsid w:val="002F7B2A"/>
    <w:rsid w:val="00302233"/>
    <w:rsid w:val="00302E47"/>
    <w:rsid w:val="00303C60"/>
    <w:rsid w:val="00307194"/>
    <w:rsid w:val="00307E8D"/>
    <w:rsid w:val="00310647"/>
    <w:rsid w:val="00311234"/>
    <w:rsid w:val="00311296"/>
    <w:rsid w:val="003135D7"/>
    <w:rsid w:val="003151FC"/>
    <w:rsid w:val="00315305"/>
    <w:rsid w:val="003200AE"/>
    <w:rsid w:val="0032018F"/>
    <w:rsid w:val="0032690D"/>
    <w:rsid w:val="0032762A"/>
    <w:rsid w:val="003350A6"/>
    <w:rsid w:val="0033581A"/>
    <w:rsid w:val="0033671E"/>
    <w:rsid w:val="00337FA3"/>
    <w:rsid w:val="00344AD2"/>
    <w:rsid w:val="00346280"/>
    <w:rsid w:val="003466AB"/>
    <w:rsid w:val="00346B83"/>
    <w:rsid w:val="00346D3F"/>
    <w:rsid w:val="00350D0A"/>
    <w:rsid w:val="00353BEE"/>
    <w:rsid w:val="00357C7C"/>
    <w:rsid w:val="0036113F"/>
    <w:rsid w:val="00361304"/>
    <w:rsid w:val="00363CF5"/>
    <w:rsid w:val="003648A5"/>
    <w:rsid w:val="0037088E"/>
    <w:rsid w:val="00371E34"/>
    <w:rsid w:val="0037395D"/>
    <w:rsid w:val="00377705"/>
    <w:rsid w:val="00377C92"/>
    <w:rsid w:val="003826B6"/>
    <w:rsid w:val="003875EA"/>
    <w:rsid w:val="003907F3"/>
    <w:rsid w:val="00390A51"/>
    <w:rsid w:val="003925B0"/>
    <w:rsid w:val="00393E53"/>
    <w:rsid w:val="00394A5B"/>
    <w:rsid w:val="0039536B"/>
    <w:rsid w:val="00395780"/>
    <w:rsid w:val="003966ED"/>
    <w:rsid w:val="003A076E"/>
    <w:rsid w:val="003A19F8"/>
    <w:rsid w:val="003A4151"/>
    <w:rsid w:val="003A4F14"/>
    <w:rsid w:val="003A7B96"/>
    <w:rsid w:val="003B259A"/>
    <w:rsid w:val="003B2BFC"/>
    <w:rsid w:val="003B3CE2"/>
    <w:rsid w:val="003B4FB5"/>
    <w:rsid w:val="003B50C7"/>
    <w:rsid w:val="003B6204"/>
    <w:rsid w:val="003C244B"/>
    <w:rsid w:val="003C2F0B"/>
    <w:rsid w:val="003C42FF"/>
    <w:rsid w:val="003C668A"/>
    <w:rsid w:val="003C6BAB"/>
    <w:rsid w:val="003D1EE5"/>
    <w:rsid w:val="003D7ADA"/>
    <w:rsid w:val="003E0D04"/>
    <w:rsid w:val="003E14FC"/>
    <w:rsid w:val="003E7F39"/>
    <w:rsid w:val="003F1219"/>
    <w:rsid w:val="003F2445"/>
    <w:rsid w:val="003F626B"/>
    <w:rsid w:val="00400449"/>
    <w:rsid w:val="00402C9E"/>
    <w:rsid w:val="004033F1"/>
    <w:rsid w:val="0040498F"/>
    <w:rsid w:val="00404C19"/>
    <w:rsid w:val="0040563F"/>
    <w:rsid w:val="0040722B"/>
    <w:rsid w:val="00410C80"/>
    <w:rsid w:val="004139E3"/>
    <w:rsid w:val="0041492F"/>
    <w:rsid w:val="0041621A"/>
    <w:rsid w:val="00416A8C"/>
    <w:rsid w:val="004170FC"/>
    <w:rsid w:val="00421F8C"/>
    <w:rsid w:val="004223FC"/>
    <w:rsid w:val="004259A4"/>
    <w:rsid w:val="00432F65"/>
    <w:rsid w:val="00433613"/>
    <w:rsid w:val="004364F0"/>
    <w:rsid w:val="00436532"/>
    <w:rsid w:val="00437173"/>
    <w:rsid w:val="00440372"/>
    <w:rsid w:val="004413E0"/>
    <w:rsid w:val="00443F1D"/>
    <w:rsid w:val="004446DE"/>
    <w:rsid w:val="004530D6"/>
    <w:rsid w:val="004567FB"/>
    <w:rsid w:val="004640E9"/>
    <w:rsid w:val="0046515A"/>
    <w:rsid w:val="00465CC4"/>
    <w:rsid w:val="00466AC2"/>
    <w:rsid w:val="00480228"/>
    <w:rsid w:val="0048061D"/>
    <w:rsid w:val="00480BD9"/>
    <w:rsid w:val="00481ECC"/>
    <w:rsid w:val="00482097"/>
    <w:rsid w:val="00482F1D"/>
    <w:rsid w:val="004835C7"/>
    <w:rsid w:val="00486A0F"/>
    <w:rsid w:val="00491CF9"/>
    <w:rsid w:val="00492545"/>
    <w:rsid w:val="00493C87"/>
    <w:rsid w:val="00494DCA"/>
    <w:rsid w:val="00497359"/>
    <w:rsid w:val="004A3618"/>
    <w:rsid w:val="004A3806"/>
    <w:rsid w:val="004A5B8D"/>
    <w:rsid w:val="004B06EE"/>
    <w:rsid w:val="004B0E71"/>
    <w:rsid w:val="004B631F"/>
    <w:rsid w:val="004B7BE2"/>
    <w:rsid w:val="004C0D26"/>
    <w:rsid w:val="004C108C"/>
    <w:rsid w:val="004D01BE"/>
    <w:rsid w:val="004D2641"/>
    <w:rsid w:val="004D280C"/>
    <w:rsid w:val="004D2A20"/>
    <w:rsid w:val="004D33B7"/>
    <w:rsid w:val="004D5681"/>
    <w:rsid w:val="004D660A"/>
    <w:rsid w:val="004E04E6"/>
    <w:rsid w:val="004E5FFA"/>
    <w:rsid w:val="004F0B98"/>
    <w:rsid w:val="004F5DE1"/>
    <w:rsid w:val="004F7618"/>
    <w:rsid w:val="004F783F"/>
    <w:rsid w:val="00500705"/>
    <w:rsid w:val="005048B2"/>
    <w:rsid w:val="005067C6"/>
    <w:rsid w:val="0050776E"/>
    <w:rsid w:val="005078D0"/>
    <w:rsid w:val="00507A0E"/>
    <w:rsid w:val="005106C5"/>
    <w:rsid w:val="00510E31"/>
    <w:rsid w:val="005110BF"/>
    <w:rsid w:val="005125C8"/>
    <w:rsid w:val="00512ADD"/>
    <w:rsid w:val="00515A26"/>
    <w:rsid w:val="00515B81"/>
    <w:rsid w:val="00516079"/>
    <w:rsid w:val="00524032"/>
    <w:rsid w:val="005240F7"/>
    <w:rsid w:val="0052546F"/>
    <w:rsid w:val="0052731C"/>
    <w:rsid w:val="005303E3"/>
    <w:rsid w:val="00531D4F"/>
    <w:rsid w:val="0053333E"/>
    <w:rsid w:val="00537510"/>
    <w:rsid w:val="00537684"/>
    <w:rsid w:val="00537818"/>
    <w:rsid w:val="00541033"/>
    <w:rsid w:val="0054716B"/>
    <w:rsid w:val="00547CDF"/>
    <w:rsid w:val="0055187D"/>
    <w:rsid w:val="0055331D"/>
    <w:rsid w:val="00553DE2"/>
    <w:rsid w:val="005564AA"/>
    <w:rsid w:val="0055785D"/>
    <w:rsid w:val="00557B9F"/>
    <w:rsid w:val="00557CDA"/>
    <w:rsid w:val="0056237D"/>
    <w:rsid w:val="00563570"/>
    <w:rsid w:val="00565B6B"/>
    <w:rsid w:val="00565E93"/>
    <w:rsid w:val="00567685"/>
    <w:rsid w:val="00577DFC"/>
    <w:rsid w:val="00581A11"/>
    <w:rsid w:val="00583A0D"/>
    <w:rsid w:val="005843E9"/>
    <w:rsid w:val="00584FB1"/>
    <w:rsid w:val="0058562F"/>
    <w:rsid w:val="00585FFE"/>
    <w:rsid w:val="00587F56"/>
    <w:rsid w:val="005910EF"/>
    <w:rsid w:val="00592831"/>
    <w:rsid w:val="00596091"/>
    <w:rsid w:val="0059736A"/>
    <w:rsid w:val="005A0395"/>
    <w:rsid w:val="005A0EB2"/>
    <w:rsid w:val="005A0F23"/>
    <w:rsid w:val="005A219E"/>
    <w:rsid w:val="005A569A"/>
    <w:rsid w:val="005B0A2B"/>
    <w:rsid w:val="005B0D1B"/>
    <w:rsid w:val="005B53AE"/>
    <w:rsid w:val="005B5944"/>
    <w:rsid w:val="005B69E5"/>
    <w:rsid w:val="005C02CA"/>
    <w:rsid w:val="005C36C2"/>
    <w:rsid w:val="005C6FF6"/>
    <w:rsid w:val="005C784D"/>
    <w:rsid w:val="005C7F21"/>
    <w:rsid w:val="005E0447"/>
    <w:rsid w:val="005E15B7"/>
    <w:rsid w:val="005E256C"/>
    <w:rsid w:val="005E4195"/>
    <w:rsid w:val="005E52A9"/>
    <w:rsid w:val="005E68F4"/>
    <w:rsid w:val="005F1028"/>
    <w:rsid w:val="005F5F9C"/>
    <w:rsid w:val="00601A9D"/>
    <w:rsid w:val="00601D89"/>
    <w:rsid w:val="00610A9F"/>
    <w:rsid w:val="0061762C"/>
    <w:rsid w:val="00621978"/>
    <w:rsid w:val="006322EA"/>
    <w:rsid w:val="00642533"/>
    <w:rsid w:val="0064280B"/>
    <w:rsid w:val="00643850"/>
    <w:rsid w:val="00644D11"/>
    <w:rsid w:val="0065144A"/>
    <w:rsid w:val="0065472D"/>
    <w:rsid w:val="00654E87"/>
    <w:rsid w:val="00660C59"/>
    <w:rsid w:val="00662BD4"/>
    <w:rsid w:val="006640B3"/>
    <w:rsid w:val="00666039"/>
    <w:rsid w:val="00666B38"/>
    <w:rsid w:val="00671B9B"/>
    <w:rsid w:val="006734D8"/>
    <w:rsid w:val="006742FE"/>
    <w:rsid w:val="00675F21"/>
    <w:rsid w:val="00677B3A"/>
    <w:rsid w:val="00681C90"/>
    <w:rsid w:val="00683757"/>
    <w:rsid w:val="00685C8D"/>
    <w:rsid w:val="006873D5"/>
    <w:rsid w:val="00687BD1"/>
    <w:rsid w:val="00690097"/>
    <w:rsid w:val="00690826"/>
    <w:rsid w:val="00695E4A"/>
    <w:rsid w:val="006975B9"/>
    <w:rsid w:val="00697AC0"/>
    <w:rsid w:val="006A2F38"/>
    <w:rsid w:val="006A31B3"/>
    <w:rsid w:val="006A3517"/>
    <w:rsid w:val="006A58AD"/>
    <w:rsid w:val="006B0B57"/>
    <w:rsid w:val="006B162D"/>
    <w:rsid w:val="006B6D9D"/>
    <w:rsid w:val="006C2AE5"/>
    <w:rsid w:val="006C302C"/>
    <w:rsid w:val="006C4A1C"/>
    <w:rsid w:val="006D1E79"/>
    <w:rsid w:val="006D3C44"/>
    <w:rsid w:val="006D46C8"/>
    <w:rsid w:val="006E356A"/>
    <w:rsid w:val="006E363D"/>
    <w:rsid w:val="006F0583"/>
    <w:rsid w:val="006F13BD"/>
    <w:rsid w:val="006F1D90"/>
    <w:rsid w:val="006F4A24"/>
    <w:rsid w:val="006F4E79"/>
    <w:rsid w:val="00700762"/>
    <w:rsid w:val="0070119E"/>
    <w:rsid w:val="0070676F"/>
    <w:rsid w:val="00710D71"/>
    <w:rsid w:val="0071186E"/>
    <w:rsid w:val="00712C95"/>
    <w:rsid w:val="00713356"/>
    <w:rsid w:val="007135C3"/>
    <w:rsid w:val="007135C5"/>
    <w:rsid w:val="00713D8F"/>
    <w:rsid w:val="00721137"/>
    <w:rsid w:val="00722AB6"/>
    <w:rsid w:val="007240DE"/>
    <w:rsid w:val="007325C5"/>
    <w:rsid w:val="00733610"/>
    <w:rsid w:val="007352AA"/>
    <w:rsid w:val="00735B10"/>
    <w:rsid w:val="00736945"/>
    <w:rsid w:val="00736E34"/>
    <w:rsid w:val="00740632"/>
    <w:rsid w:val="00742B95"/>
    <w:rsid w:val="00744C94"/>
    <w:rsid w:val="00744D53"/>
    <w:rsid w:val="007506AF"/>
    <w:rsid w:val="0075168F"/>
    <w:rsid w:val="00752B3B"/>
    <w:rsid w:val="00761534"/>
    <w:rsid w:val="00761571"/>
    <w:rsid w:val="00762BA1"/>
    <w:rsid w:val="00763512"/>
    <w:rsid w:val="007635BD"/>
    <w:rsid w:val="00763BC5"/>
    <w:rsid w:val="00764D42"/>
    <w:rsid w:val="007673A8"/>
    <w:rsid w:val="007753AC"/>
    <w:rsid w:val="00781811"/>
    <w:rsid w:val="0079040A"/>
    <w:rsid w:val="00790504"/>
    <w:rsid w:val="007917F9"/>
    <w:rsid w:val="00791C50"/>
    <w:rsid w:val="00793CA6"/>
    <w:rsid w:val="00794D6F"/>
    <w:rsid w:val="0079782B"/>
    <w:rsid w:val="007A0394"/>
    <w:rsid w:val="007A291C"/>
    <w:rsid w:val="007A7E9E"/>
    <w:rsid w:val="007B03A2"/>
    <w:rsid w:val="007B0A26"/>
    <w:rsid w:val="007B2AC4"/>
    <w:rsid w:val="007B5CFC"/>
    <w:rsid w:val="007B6367"/>
    <w:rsid w:val="007B6AA9"/>
    <w:rsid w:val="007C37D1"/>
    <w:rsid w:val="007C53D7"/>
    <w:rsid w:val="007D12DF"/>
    <w:rsid w:val="007D18E6"/>
    <w:rsid w:val="007D3235"/>
    <w:rsid w:val="007D6FAE"/>
    <w:rsid w:val="007E06C7"/>
    <w:rsid w:val="007E1CB4"/>
    <w:rsid w:val="007E2778"/>
    <w:rsid w:val="007E5001"/>
    <w:rsid w:val="007E5937"/>
    <w:rsid w:val="007F7CD0"/>
    <w:rsid w:val="0080095C"/>
    <w:rsid w:val="00800F62"/>
    <w:rsid w:val="0080182B"/>
    <w:rsid w:val="00805127"/>
    <w:rsid w:val="008053C3"/>
    <w:rsid w:val="00805BB9"/>
    <w:rsid w:val="0080606D"/>
    <w:rsid w:val="00812D03"/>
    <w:rsid w:val="0081315D"/>
    <w:rsid w:val="00813A27"/>
    <w:rsid w:val="00814045"/>
    <w:rsid w:val="008141A2"/>
    <w:rsid w:val="0082422A"/>
    <w:rsid w:val="00825A93"/>
    <w:rsid w:val="008268CF"/>
    <w:rsid w:val="00827556"/>
    <w:rsid w:val="00831BFC"/>
    <w:rsid w:val="00833622"/>
    <w:rsid w:val="00834E69"/>
    <w:rsid w:val="00836896"/>
    <w:rsid w:val="00845A61"/>
    <w:rsid w:val="00850D40"/>
    <w:rsid w:val="00860ABB"/>
    <w:rsid w:val="00862030"/>
    <w:rsid w:val="00864189"/>
    <w:rsid w:val="00864DA2"/>
    <w:rsid w:val="0086516D"/>
    <w:rsid w:val="0086690C"/>
    <w:rsid w:val="00871307"/>
    <w:rsid w:val="00875EDB"/>
    <w:rsid w:val="00877937"/>
    <w:rsid w:val="00880424"/>
    <w:rsid w:val="0088282E"/>
    <w:rsid w:val="00884D05"/>
    <w:rsid w:val="00886012"/>
    <w:rsid w:val="00890213"/>
    <w:rsid w:val="00891B8B"/>
    <w:rsid w:val="008921F4"/>
    <w:rsid w:val="0089456B"/>
    <w:rsid w:val="00894C14"/>
    <w:rsid w:val="00894CBA"/>
    <w:rsid w:val="008A325B"/>
    <w:rsid w:val="008A3745"/>
    <w:rsid w:val="008A3FDD"/>
    <w:rsid w:val="008A6AC1"/>
    <w:rsid w:val="008B011F"/>
    <w:rsid w:val="008B1073"/>
    <w:rsid w:val="008B1862"/>
    <w:rsid w:val="008B1F70"/>
    <w:rsid w:val="008B21A1"/>
    <w:rsid w:val="008B35ED"/>
    <w:rsid w:val="008B4180"/>
    <w:rsid w:val="008B5B54"/>
    <w:rsid w:val="008C19E0"/>
    <w:rsid w:val="008C5120"/>
    <w:rsid w:val="008D0D32"/>
    <w:rsid w:val="008D75DF"/>
    <w:rsid w:val="008E0B68"/>
    <w:rsid w:val="008E11E4"/>
    <w:rsid w:val="008E15AC"/>
    <w:rsid w:val="008E1DE5"/>
    <w:rsid w:val="008E5C6F"/>
    <w:rsid w:val="008E65AA"/>
    <w:rsid w:val="008F195C"/>
    <w:rsid w:val="008F32F7"/>
    <w:rsid w:val="008F424A"/>
    <w:rsid w:val="008F6BFC"/>
    <w:rsid w:val="008F7B35"/>
    <w:rsid w:val="009040C8"/>
    <w:rsid w:val="00904606"/>
    <w:rsid w:val="00910A51"/>
    <w:rsid w:val="0091280D"/>
    <w:rsid w:val="009158DB"/>
    <w:rsid w:val="00916513"/>
    <w:rsid w:val="00917745"/>
    <w:rsid w:val="0092226A"/>
    <w:rsid w:val="0092512E"/>
    <w:rsid w:val="00925683"/>
    <w:rsid w:val="0092645A"/>
    <w:rsid w:val="0092735E"/>
    <w:rsid w:val="009340EF"/>
    <w:rsid w:val="00935545"/>
    <w:rsid w:val="00935874"/>
    <w:rsid w:val="00935DE5"/>
    <w:rsid w:val="00940D68"/>
    <w:rsid w:val="009414B7"/>
    <w:rsid w:val="00941F09"/>
    <w:rsid w:val="009426D1"/>
    <w:rsid w:val="009429F6"/>
    <w:rsid w:val="00942E96"/>
    <w:rsid w:val="00944105"/>
    <w:rsid w:val="00944798"/>
    <w:rsid w:val="00945427"/>
    <w:rsid w:val="00946EA0"/>
    <w:rsid w:val="00947878"/>
    <w:rsid w:val="00955384"/>
    <w:rsid w:val="00957DBB"/>
    <w:rsid w:val="00960027"/>
    <w:rsid w:val="00960041"/>
    <w:rsid w:val="0096048C"/>
    <w:rsid w:val="009605F9"/>
    <w:rsid w:val="00963A1D"/>
    <w:rsid w:val="00963B60"/>
    <w:rsid w:val="00963C4B"/>
    <w:rsid w:val="00965F39"/>
    <w:rsid w:val="009718B8"/>
    <w:rsid w:val="00972E11"/>
    <w:rsid w:val="009743E3"/>
    <w:rsid w:val="009744D7"/>
    <w:rsid w:val="00975A48"/>
    <w:rsid w:val="00980680"/>
    <w:rsid w:val="00982B7B"/>
    <w:rsid w:val="0098348D"/>
    <w:rsid w:val="009835DE"/>
    <w:rsid w:val="009835FB"/>
    <w:rsid w:val="0098384B"/>
    <w:rsid w:val="00986544"/>
    <w:rsid w:val="009923ED"/>
    <w:rsid w:val="00993A17"/>
    <w:rsid w:val="00994125"/>
    <w:rsid w:val="009A3000"/>
    <w:rsid w:val="009A3295"/>
    <w:rsid w:val="009A55AE"/>
    <w:rsid w:val="009A5900"/>
    <w:rsid w:val="009B0B73"/>
    <w:rsid w:val="009B3F06"/>
    <w:rsid w:val="009B4076"/>
    <w:rsid w:val="009B45BF"/>
    <w:rsid w:val="009B4FB1"/>
    <w:rsid w:val="009B575F"/>
    <w:rsid w:val="009B5873"/>
    <w:rsid w:val="009C05E2"/>
    <w:rsid w:val="009C1D75"/>
    <w:rsid w:val="009C2510"/>
    <w:rsid w:val="009C421D"/>
    <w:rsid w:val="009C47EB"/>
    <w:rsid w:val="009C65EA"/>
    <w:rsid w:val="009C6F6A"/>
    <w:rsid w:val="009C74A8"/>
    <w:rsid w:val="009D27F7"/>
    <w:rsid w:val="009D2ED4"/>
    <w:rsid w:val="009D329C"/>
    <w:rsid w:val="009D7EA4"/>
    <w:rsid w:val="009D7FE1"/>
    <w:rsid w:val="009E12DA"/>
    <w:rsid w:val="009E3240"/>
    <w:rsid w:val="009E55A4"/>
    <w:rsid w:val="009F0663"/>
    <w:rsid w:val="00A003CE"/>
    <w:rsid w:val="00A01C30"/>
    <w:rsid w:val="00A03E21"/>
    <w:rsid w:val="00A0503A"/>
    <w:rsid w:val="00A06436"/>
    <w:rsid w:val="00A07444"/>
    <w:rsid w:val="00A07D12"/>
    <w:rsid w:val="00A1204B"/>
    <w:rsid w:val="00A13C1C"/>
    <w:rsid w:val="00A2039D"/>
    <w:rsid w:val="00A20EEE"/>
    <w:rsid w:val="00A22765"/>
    <w:rsid w:val="00A227B0"/>
    <w:rsid w:val="00A24675"/>
    <w:rsid w:val="00A25D2D"/>
    <w:rsid w:val="00A30C6B"/>
    <w:rsid w:val="00A30E38"/>
    <w:rsid w:val="00A311FA"/>
    <w:rsid w:val="00A31525"/>
    <w:rsid w:val="00A31985"/>
    <w:rsid w:val="00A3237A"/>
    <w:rsid w:val="00A33A13"/>
    <w:rsid w:val="00A42D4B"/>
    <w:rsid w:val="00A43458"/>
    <w:rsid w:val="00A43E95"/>
    <w:rsid w:val="00A44CDE"/>
    <w:rsid w:val="00A45CF9"/>
    <w:rsid w:val="00A4634F"/>
    <w:rsid w:val="00A46FD3"/>
    <w:rsid w:val="00A507C1"/>
    <w:rsid w:val="00A548C1"/>
    <w:rsid w:val="00A54AFA"/>
    <w:rsid w:val="00A63921"/>
    <w:rsid w:val="00A63D34"/>
    <w:rsid w:val="00A65921"/>
    <w:rsid w:val="00A67432"/>
    <w:rsid w:val="00A67E13"/>
    <w:rsid w:val="00A70E86"/>
    <w:rsid w:val="00A72147"/>
    <w:rsid w:val="00A727FD"/>
    <w:rsid w:val="00A80D20"/>
    <w:rsid w:val="00A80D52"/>
    <w:rsid w:val="00A82B3F"/>
    <w:rsid w:val="00A86A14"/>
    <w:rsid w:val="00A86B8C"/>
    <w:rsid w:val="00A87C46"/>
    <w:rsid w:val="00A904BB"/>
    <w:rsid w:val="00A911E6"/>
    <w:rsid w:val="00A92036"/>
    <w:rsid w:val="00A922E2"/>
    <w:rsid w:val="00AA124C"/>
    <w:rsid w:val="00AA18C5"/>
    <w:rsid w:val="00AA272B"/>
    <w:rsid w:val="00AA6C33"/>
    <w:rsid w:val="00AA7E73"/>
    <w:rsid w:val="00AB0648"/>
    <w:rsid w:val="00AB1412"/>
    <w:rsid w:val="00AB16E8"/>
    <w:rsid w:val="00AB3975"/>
    <w:rsid w:val="00AC32EE"/>
    <w:rsid w:val="00AC5A54"/>
    <w:rsid w:val="00AC691B"/>
    <w:rsid w:val="00AE0755"/>
    <w:rsid w:val="00AE6017"/>
    <w:rsid w:val="00AF014A"/>
    <w:rsid w:val="00AF25CA"/>
    <w:rsid w:val="00AF3DCB"/>
    <w:rsid w:val="00AF40EF"/>
    <w:rsid w:val="00AF5AB3"/>
    <w:rsid w:val="00AF6153"/>
    <w:rsid w:val="00B00C21"/>
    <w:rsid w:val="00B0142A"/>
    <w:rsid w:val="00B01FB6"/>
    <w:rsid w:val="00B0270D"/>
    <w:rsid w:val="00B034C4"/>
    <w:rsid w:val="00B044FB"/>
    <w:rsid w:val="00B066FE"/>
    <w:rsid w:val="00B0760C"/>
    <w:rsid w:val="00B10C8A"/>
    <w:rsid w:val="00B13D89"/>
    <w:rsid w:val="00B15A84"/>
    <w:rsid w:val="00B2219B"/>
    <w:rsid w:val="00B25BF0"/>
    <w:rsid w:val="00B2732E"/>
    <w:rsid w:val="00B307C8"/>
    <w:rsid w:val="00B311FF"/>
    <w:rsid w:val="00B32F14"/>
    <w:rsid w:val="00B33154"/>
    <w:rsid w:val="00B33DE5"/>
    <w:rsid w:val="00B35279"/>
    <w:rsid w:val="00B3529C"/>
    <w:rsid w:val="00B43B9F"/>
    <w:rsid w:val="00B43DA2"/>
    <w:rsid w:val="00B473A9"/>
    <w:rsid w:val="00B504C6"/>
    <w:rsid w:val="00B54701"/>
    <w:rsid w:val="00B55121"/>
    <w:rsid w:val="00B55E9C"/>
    <w:rsid w:val="00B55FCE"/>
    <w:rsid w:val="00B562AD"/>
    <w:rsid w:val="00B60610"/>
    <w:rsid w:val="00B718FE"/>
    <w:rsid w:val="00B72A46"/>
    <w:rsid w:val="00B76A26"/>
    <w:rsid w:val="00B77912"/>
    <w:rsid w:val="00B77E0E"/>
    <w:rsid w:val="00B805A5"/>
    <w:rsid w:val="00B81116"/>
    <w:rsid w:val="00B82D19"/>
    <w:rsid w:val="00B82ECD"/>
    <w:rsid w:val="00B879AF"/>
    <w:rsid w:val="00B922FF"/>
    <w:rsid w:val="00B92F1C"/>
    <w:rsid w:val="00BA0F43"/>
    <w:rsid w:val="00BA11C1"/>
    <w:rsid w:val="00BA2976"/>
    <w:rsid w:val="00BA33BF"/>
    <w:rsid w:val="00BA37AE"/>
    <w:rsid w:val="00BA6BF3"/>
    <w:rsid w:val="00BB2A6C"/>
    <w:rsid w:val="00BB2A97"/>
    <w:rsid w:val="00BC3A1D"/>
    <w:rsid w:val="00BC3A92"/>
    <w:rsid w:val="00BC3E6B"/>
    <w:rsid w:val="00BC473E"/>
    <w:rsid w:val="00BC4A6F"/>
    <w:rsid w:val="00BC71EE"/>
    <w:rsid w:val="00BD0F65"/>
    <w:rsid w:val="00BD2256"/>
    <w:rsid w:val="00BD3E9B"/>
    <w:rsid w:val="00BD463D"/>
    <w:rsid w:val="00BD46E6"/>
    <w:rsid w:val="00BD6485"/>
    <w:rsid w:val="00BD6500"/>
    <w:rsid w:val="00BD6723"/>
    <w:rsid w:val="00BE002B"/>
    <w:rsid w:val="00BE049C"/>
    <w:rsid w:val="00BE3543"/>
    <w:rsid w:val="00BE67A8"/>
    <w:rsid w:val="00BE79BC"/>
    <w:rsid w:val="00BF0DE7"/>
    <w:rsid w:val="00BF1F82"/>
    <w:rsid w:val="00BF3C82"/>
    <w:rsid w:val="00BF53D4"/>
    <w:rsid w:val="00BF5878"/>
    <w:rsid w:val="00BF7DFB"/>
    <w:rsid w:val="00C001E6"/>
    <w:rsid w:val="00C01AA9"/>
    <w:rsid w:val="00C01F6D"/>
    <w:rsid w:val="00C0318C"/>
    <w:rsid w:val="00C036E8"/>
    <w:rsid w:val="00C04785"/>
    <w:rsid w:val="00C06C0B"/>
    <w:rsid w:val="00C07974"/>
    <w:rsid w:val="00C10DAE"/>
    <w:rsid w:val="00C118EF"/>
    <w:rsid w:val="00C11D6D"/>
    <w:rsid w:val="00C16907"/>
    <w:rsid w:val="00C21D9A"/>
    <w:rsid w:val="00C234DD"/>
    <w:rsid w:val="00C272B9"/>
    <w:rsid w:val="00C2760B"/>
    <w:rsid w:val="00C31FC9"/>
    <w:rsid w:val="00C3256E"/>
    <w:rsid w:val="00C35B7B"/>
    <w:rsid w:val="00C364B9"/>
    <w:rsid w:val="00C36780"/>
    <w:rsid w:val="00C37542"/>
    <w:rsid w:val="00C37E31"/>
    <w:rsid w:val="00C520F8"/>
    <w:rsid w:val="00C527FB"/>
    <w:rsid w:val="00C52CD6"/>
    <w:rsid w:val="00C53F06"/>
    <w:rsid w:val="00C55F57"/>
    <w:rsid w:val="00C6556C"/>
    <w:rsid w:val="00C65F03"/>
    <w:rsid w:val="00C67EDA"/>
    <w:rsid w:val="00C712B0"/>
    <w:rsid w:val="00C71D40"/>
    <w:rsid w:val="00C72C6B"/>
    <w:rsid w:val="00C80078"/>
    <w:rsid w:val="00C80C53"/>
    <w:rsid w:val="00C83AFA"/>
    <w:rsid w:val="00C85748"/>
    <w:rsid w:val="00C87311"/>
    <w:rsid w:val="00CA1B73"/>
    <w:rsid w:val="00CA25DA"/>
    <w:rsid w:val="00CA3298"/>
    <w:rsid w:val="00CA343D"/>
    <w:rsid w:val="00CA5E81"/>
    <w:rsid w:val="00CB0FDC"/>
    <w:rsid w:val="00CB4909"/>
    <w:rsid w:val="00CB6FEF"/>
    <w:rsid w:val="00CC0448"/>
    <w:rsid w:val="00CC14C8"/>
    <w:rsid w:val="00CC5AC8"/>
    <w:rsid w:val="00CC5B01"/>
    <w:rsid w:val="00CC5FB3"/>
    <w:rsid w:val="00CC7B7D"/>
    <w:rsid w:val="00CC7EEB"/>
    <w:rsid w:val="00CD0CB0"/>
    <w:rsid w:val="00CD356F"/>
    <w:rsid w:val="00CD38EB"/>
    <w:rsid w:val="00CD7BAB"/>
    <w:rsid w:val="00CE10C6"/>
    <w:rsid w:val="00CE11AB"/>
    <w:rsid w:val="00CE247F"/>
    <w:rsid w:val="00CE472D"/>
    <w:rsid w:val="00CE50B6"/>
    <w:rsid w:val="00CF1339"/>
    <w:rsid w:val="00CF3DAF"/>
    <w:rsid w:val="00CF77A8"/>
    <w:rsid w:val="00D032B1"/>
    <w:rsid w:val="00D03832"/>
    <w:rsid w:val="00D060C8"/>
    <w:rsid w:val="00D065CB"/>
    <w:rsid w:val="00D06FC6"/>
    <w:rsid w:val="00D07695"/>
    <w:rsid w:val="00D10130"/>
    <w:rsid w:val="00D112C6"/>
    <w:rsid w:val="00D15DEC"/>
    <w:rsid w:val="00D201EC"/>
    <w:rsid w:val="00D265F5"/>
    <w:rsid w:val="00D26DB7"/>
    <w:rsid w:val="00D270D0"/>
    <w:rsid w:val="00D27D49"/>
    <w:rsid w:val="00D312AA"/>
    <w:rsid w:val="00D31B7B"/>
    <w:rsid w:val="00D321B8"/>
    <w:rsid w:val="00D3368F"/>
    <w:rsid w:val="00D3408D"/>
    <w:rsid w:val="00D35360"/>
    <w:rsid w:val="00D37C87"/>
    <w:rsid w:val="00D40D1E"/>
    <w:rsid w:val="00D41604"/>
    <w:rsid w:val="00D42BB5"/>
    <w:rsid w:val="00D44A24"/>
    <w:rsid w:val="00D44DF1"/>
    <w:rsid w:val="00D47AEC"/>
    <w:rsid w:val="00D50F31"/>
    <w:rsid w:val="00D5471C"/>
    <w:rsid w:val="00D54F61"/>
    <w:rsid w:val="00D551C2"/>
    <w:rsid w:val="00D559F4"/>
    <w:rsid w:val="00D61EB8"/>
    <w:rsid w:val="00D62FDE"/>
    <w:rsid w:val="00D6694E"/>
    <w:rsid w:val="00D670D2"/>
    <w:rsid w:val="00D67311"/>
    <w:rsid w:val="00D70BC0"/>
    <w:rsid w:val="00D71DC8"/>
    <w:rsid w:val="00D73285"/>
    <w:rsid w:val="00D74E26"/>
    <w:rsid w:val="00D76182"/>
    <w:rsid w:val="00D77334"/>
    <w:rsid w:val="00D81349"/>
    <w:rsid w:val="00D819BB"/>
    <w:rsid w:val="00D81CB3"/>
    <w:rsid w:val="00D82DB7"/>
    <w:rsid w:val="00D84853"/>
    <w:rsid w:val="00D84A0C"/>
    <w:rsid w:val="00D85F55"/>
    <w:rsid w:val="00D85FEF"/>
    <w:rsid w:val="00D8687B"/>
    <w:rsid w:val="00D90404"/>
    <w:rsid w:val="00D9056B"/>
    <w:rsid w:val="00D94ABC"/>
    <w:rsid w:val="00D97ACE"/>
    <w:rsid w:val="00DA1961"/>
    <w:rsid w:val="00DA3FAA"/>
    <w:rsid w:val="00DA7105"/>
    <w:rsid w:val="00DA7F22"/>
    <w:rsid w:val="00DB1ED9"/>
    <w:rsid w:val="00DB4100"/>
    <w:rsid w:val="00DC224E"/>
    <w:rsid w:val="00DC2796"/>
    <w:rsid w:val="00DC2CE5"/>
    <w:rsid w:val="00DC76F9"/>
    <w:rsid w:val="00DC7714"/>
    <w:rsid w:val="00DD1934"/>
    <w:rsid w:val="00DE23F2"/>
    <w:rsid w:val="00DE2E5D"/>
    <w:rsid w:val="00DE5DE8"/>
    <w:rsid w:val="00DE5EA1"/>
    <w:rsid w:val="00DE78EB"/>
    <w:rsid w:val="00DF5BC0"/>
    <w:rsid w:val="00DF6482"/>
    <w:rsid w:val="00DF64B6"/>
    <w:rsid w:val="00DF7628"/>
    <w:rsid w:val="00E01306"/>
    <w:rsid w:val="00E0198B"/>
    <w:rsid w:val="00E03A36"/>
    <w:rsid w:val="00E0585B"/>
    <w:rsid w:val="00E06171"/>
    <w:rsid w:val="00E10B4F"/>
    <w:rsid w:val="00E11810"/>
    <w:rsid w:val="00E123DB"/>
    <w:rsid w:val="00E1256F"/>
    <w:rsid w:val="00E15BA9"/>
    <w:rsid w:val="00E172D1"/>
    <w:rsid w:val="00E234BD"/>
    <w:rsid w:val="00E265E5"/>
    <w:rsid w:val="00E26A7A"/>
    <w:rsid w:val="00E26B9F"/>
    <w:rsid w:val="00E358FE"/>
    <w:rsid w:val="00E40CEE"/>
    <w:rsid w:val="00E41FE5"/>
    <w:rsid w:val="00E452A7"/>
    <w:rsid w:val="00E4606B"/>
    <w:rsid w:val="00E46642"/>
    <w:rsid w:val="00E52553"/>
    <w:rsid w:val="00E60176"/>
    <w:rsid w:val="00E6249D"/>
    <w:rsid w:val="00E66412"/>
    <w:rsid w:val="00E66905"/>
    <w:rsid w:val="00E72258"/>
    <w:rsid w:val="00E72D07"/>
    <w:rsid w:val="00E73ECB"/>
    <w:rsid w:val="00E77DEA"/>
    <w:rsid w:val="00E80160"/>
    <w:rsid w:val="00E82B7F"/>
    <w:rsid w:val="00E8393A"/>
    <w:rsid w:val="00E844E1"/>
    <w:rsid w:val="00E867C9"/>
    <w:rsid w:val="00E90F98"/>
    <w:rsid w:val="00E91CD4"/>
    <w:rsid w:val="00E9319F"/>
    <w:rsid w:val="00E94AED"/>
    <w:rsid w:val="00E963A3"/>
    <w:rsid w:val="00EA42AE"/>
    <w:rsid w:val="00EA4703"/>
    <w:rsid w:val="00EA587C"/>
    <w:rsid w:val="00EA5E67"/>
    <w:rsid w:val="00EA61F5"/>
    <w:rsid w:val="00EA626D"/>
    <w:rsid w:val="00EB023C"/>
    <w:rsid w:val="00EB07A4"/>
    <w:rsid w:val="00EB0AC5"/>
    <w:rsid w:val="00EB1074"/>
    <w:rsid w:val="00EB1567"/>
    <w:rsid w:val="00EB2C68"/>
    <w:rsid w:val="00EB3A78"/>
    <w:rsid w:val="00EB517A"/>
    <w:rsid w:val="00EB6703"/>
    <w:rsid w:val="00EB7305"/>
    <w:rsid w:val="00EB7306"/>
    <w:rsid w:val="00EC0179"/>
    <w:rsid w:val="00EC109F"/>
    <w:rsid w:val="00ED0582"/>
    <w:rsid w:val="00ED22BE"/>
    <w:rsid w:val="00ED72FF"/>
    <w:rsid w:val="00EF0205"/>
    <w:rsid w:val="00EF0EEA"/>
    <w:rsid w:val="00EF1F45"/>
    <w:rsid w:val="00EF2C9F"/>
    <w:rsid w:val="00EF3A0F"/>
    <w:rsid w:val="00EF4068"/>
    <w:rsid w:val="00EF609F"/>
    <w:rsid w:val="00F007ED"/>
    <w:rsid w:val="00F023EB"/>
    <w:rsid w:val="00F048BB"/>
    <w:rsid w:val="00F12A2E"/>
    <w:rsid w:val="00F13ED7"/>
    <w:rsid w:val="00F1411F"/>
    <w:rsid w:val="00F17D10"/>
    <w:rsid w:val="00F27A6C"/>
    <w:rsid w:val="00F322B5"/>
    <w:rsid w:val="00F3351A"/>
    <w:rsid w:val="00F337C6"/>
    <w:rsid w:val="00F40CCE"/>
    <w:rsid w:val="00F41EC9"/>
    <w:rsid w:val="00F44B66"/>
    <w:rsid w:val="00F44C03"/>
    <w:rsid w:val="00F45526"/>
    <w:rsid w:val="00F46A91"/>
    <w:rsid w:val="00F47543"/>
    <w:rsid w:val="00F5102A"/>
    <w:rsid w:val="00F51E96"/>
    <w:rsid w:val="00F53B9E"/>
    <w:rsid w:val="00F56FAA"/>
    <w:rsid w:val="00F5734C"/>
    <w:rsid w:val="00F614B8"/>
    <w:rsid w:val="00F61936"/>
    <w:rsid w:val="00F628E6"/>
    <w:rsid w:val="00F64B22"/>
    <w:rsid w:val="00F6779C"/>
    <w:rsid w:val="00F73D77"/>
    <w:rsid w:val="00F742B4"/>
    <w:rsid w:val="00F75205"/>
    <w:rsid w:val="00F81FF6"/>
    <w:rsid w:val="00F8221B"/>
    <w:rsid w:val="00F835A4"/>
    <w:rsid w:val="00F853CB"/>
    <w:rsid w:val="00F8763A"/>
    <w:rsid w:val="00F92E92"/>
    <w:rsid w:val="00F936E3"/>
    <w:rsid w:val="00F94B1C"/>
    <w:rsid w:val="00FA3A4E"/>
    <w:rsid w:val="00FB0984"/>
    <w:rsid w:val="00FB2113"/>
    <w:rsid w:val="00FB2BA2"/>
    <w:rsid w:val="00FB384D"/>
    <w:rsid w:val="00FB7A35"/>
    <w:rsid w:val="00FD5DF7"/>
    <w:rsid w:val="00FD7C43"/>
    <w:rsid w:val="00FE2CAD"/>
    <w:rsid w:val="00FE3255"/>
    <w:rsid w:val="00FE4683"/>
    <w:rsid w:val="00FE59E8"/>
    <w:rsid w:val="00FE755F"/>
    <w:rsid w:val="00FF0957"/>
    <w:rsid w:val="00FF358B"/>
    <w:rsid w:val="00FF6327"/>
    <w:rsid w:val="04293C28"/>
    <w:rsid w:val="04F40E8E"/>
    <w:rsid w:val="07384B7B"/>
    <w:rsid w:val="0769E900"/>
    <w:rsid w:val="0845C1D3"/>
    <w:rsid w:val="0CC9A637"/>
    <w:rsid w:val="0F0E0FAF"/>
    <w:rsid w:val="10A1001A"/>
    <w:rsid w:val="14B94B9B"/>
    <w:rsid w:val="17367B86"/>
    <w:rsid w:val="194C7952"/>
    <w:rsid w:val="19F89E5F"/>
    <w:rsid w:val="1CB79D2D"/>
    <w:rsid w:val="1CDAC64E"/>
    <w:rsid w:val="1E287FDA"/>
    <w:rsid w:val="1E8AB009"/>
    <w:rsid w:val="1FB1A9EE"/>
    <w:rsid w:val="207DA599"/>
    <w:rsid w:val="26E72EF4"/>
    <w:rsid w:val="27213C76"/>
    <w:rsid w:val="2772E8C1"/>
    <w:rsid w:val="27C28EAD"/>
    <w:rsid w:val="27E543F3"/>
    <w:rsid w:val="28461164"/>
    <w:rsid w:val="2936CB90"/>
    <w:rsid w:val="2ABAF93F"/>
    <w:rsid w:val="2ADFB2D9"/>
    <w:rsid w:val="2B916945"/>
    <w:rsid w:val="2CEBDBE4"/>
    <w:rsid w:val="2EAB0EF7"/>
    <w:rsid w:val="2EE07109"/>
    <w:rsid w:val="30964C46"/>
    <w:rsid w:val="30E75FAD"/>
    <w:rsid w:val="355A1CCA"/>
    <w:rsid w:val="35D74FFD"/>
    <w:rsid w:val="36890EB0"/>
    <w:rsid w:val="3791EF63"/>
    <w:rsid w:val="37BB2207"/>
    <w:rsid w:val="38ACF4B7"/>
    <w:rsid w:val="3A31DB73"/>
    <w:rsid w:val="3DA3E258"/>
    <w:rsid w:val="41F26FEB"/>
    <w:rsid w:val="45BE1159"/>
    <w:rsid w:val="46B937E9"/>
    <w:rsid w:val="46CFF163"/>
    <w:rsid w:val="47E2BA24"/>
    <w:rsid w:val="4C8F995C"/>
    <w:rsid w:val="4DFDD04F"/>
    <w:rsid w:val="4E103564"/>
    <w:rsid w:val="4FD20756"/>
    <w:rsid w:val="500D0D60"/>
    <w:rsid w:val="50936E32"/>
    <w:rsid w:val="50CF0376"/>
    <w:rsid w:val="5271DCA8"/>
    <w:rsid w:val="52E091D3"/>
    <w:rsid w:val="53AB2C14"/>
    <w:rsid w:val="55ED6F9B"/>
    <w:rsid w:val="58856D04"/>
    <w:rsid w:val="58B101E3"/>
    <w:rsid w:val="5954DC7C"/>
    <w:rsid w:val="5C34395A"/>
    <w:rsid w:val="5D3535BE"/>
    <w:rsid w:val="61AD3504"/>
    <w:rsid w:val="66BFF41B"/>
    <w:rsid w:val="6736BE02"/>
    <w:rsid w:val="69EAA8A1"/>
    <w:rsid w:val="6C1E3057"/>
    <w:rsid w:val="6D2ACD7A"/>
    <w:rsid w:val="6E90F5A0"/>
    <w:rsid w:val="6EB62FD8"/>
    <w:rsid w:val="77CE6CDC"/>
    <w:rsid w:val="77F8F5A3"/>
    <w:rsid w:val="791F12D7"/>
    <w:rsid w:val="7A53DBC7"/>
    <w:rsid w:val="7AD9C4CE"/>
    <w:rsid w:val="7B14AEAA"/>
    <w:rsid w:val="7B5D5941"/>
    <w:rsid w:val="7B980BF2"/>
    <w:rsid w:val="7BCEAA17"/>
    <w:rsid w:val="7C27815C"/>
    <w:rsid w:val="7F9C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D4BE"/>
  <w15:chartTrackingRefBased/>
  <w15:docId w15:val="{4D833E5F-2C65-4025-9976-6E8F2B08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0504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D312A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312AA"/>
    <w:pPr>
      <w:spacing w:after="160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312AA"/>
    <w:rPr>
      <w:kern w:val="2"/>
      <w:sz w:val="20"/>
      <w:szCs w:val="20"/>
      <w:lang w:val="et-EE"/>
      <w14:ligatures w14:val="standardContextual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70DD4"/>
    <w:pPr>
      <w:spacing w:after="0"/>
    </w:pPr>
    <w:rPr>
      <w:rFonts w:ascii="Arial" w:hAnsi="Arial"/>
      <w:b/>
      <w:bCs/>
      <w:kern w:val="0"/>
      <w14:ligatures w14:val="non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70DD4"/>
    <w:rPr>
      <w:rFonts w:ascii="Arial" w:hAnsi="Arial"/>
      <w:b/>
      <w:bCs/>
      <w:kern w:val="2"/>
      <w:sz w:val="20"/>
      <w:szCs w:val="20"/>
      <w:lang w:val="et-EE"/>
      <w14:ligatures w14:val="standardContextual"/>
    </w:rPr>
  </w:style>
  <w:style w:type="character" w:styleId="Mainimine">
    <w:name w:val="Mention"/>
    <w:basedOn w:val="Liguvaikefont"/>
    <w:uiPriority w:val="99"/>
    <w:unhideWhenUsed/>
    <w:rsid w:val="009C65EA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F56FAA"/>
    <w:pPr>
      <w:spacing w:after="0" w:line="240" w:lineRule="auto"/>
    </w:pPr>
    <w:rPr>
      <w:rFonts w:ascii="Arial" w:hAnsi="Arial"/>
      <w:lang w:val="et-EE"/>
    </w:rPr>
  </w:style>
  <w:style w:type="paragraph" w:styleId="Loendilik">
    <w:name w:val="List Paragraph"/>
    <w:basedOn w:val="Normaallaad"/>
    <w:uiPriority w:val="34"/>
    <w:qFormat/>
    <w:rsid w:val="003C668A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8921F4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92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e.elismae\Downloads\Ministri%20m&#228;&#228;ruse%20eeln&#245;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a49ad038-dc04-47f1-a7ed-fc445be6cfe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756A49B4F0A84FA8BB8932276E408C" ma:contentTypeVersion="14" ma:contentTypeDescription="Create a new document." ma:contentTypeScope="" ma:versionID="0cddf7d50143de23bc7da0ed9ebbac44">
  <xsd:schema xmlns:xsd="http://www.w3.org/2001/XMLSchema" xmlns:xs="http://www.w3.org/2001/XMLSchema" xmlns:p="http://schemas.microsoft.com/office/2006/metadata/properties" xmlns:ns2="a49ad038-dc04-47f1-a7ed-fc445be6cfeb" xmlns:ns3="08adef74-251f-42fc-9024-6df5c4e3f36b" targetNamespace="http://schemas.microsoft.com/office/2006/metadata/properties" ma:root="true" ma:fieldsID="71cc198236b59c623c42a21e3f6da2d5" ns2:_="" ns3:_="">
    <xsd:import namespace="a49ad038-dc04-47f1-a7ed-fc445be6cfeb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9ad038-dc04-47f1-a7ed-fc445be6cf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903281-6AA3-4F4D-9E09-41968F42F9C4}">
  <ds:schemaRefs>
    <ds:schemaRef ds:uri="http://schemas.microsoft.com/office/2006/metadata/properties"/>
    <ds:schemaRef ds:uri="http://schemas.microsoft.com/office/infopath/2007/PartnerControls"/>
    <ds:schemaRef ds:uri="08adef74-251f-42fc-9024-6df5c4e3f36b"/>
    <ds:schemaRef ds:uri="a49ad038-dc04-47f1-a7ed-fc445be6cfeb"/>
  </ds:schemaRefs>
</ds:datastoreItem>
</file>

<file path=customXml/itemProps2.xml><?xml version="1.0" encoding="utf-8"?>
<ds:datastoreItem xmlns:ds="http://schemas.openxmlformats.org/officeDocument/2006/customXml" ds:itemID="{0A8BEEC2-4FF9-48F0-991B-F68C7894F5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FCA1D0-7E93-45E2-84EC-C000BBA5B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9ad038-dc04-47f1-a7ed-fc445be6cfeb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</Template>
  <TotalTime>124</TotalTime>
  <Pages>3</Pages>
  <Words>701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Kristiina Aavik - SOM</cp:lastModifiedBy>
  <cp:revision>52</cp:revision>
  <cp:lastPrinted>2016-11-26T10:21:00Z</cp:lastPrinted>
  <dcterms:created xsi:type="dcterms:W3CDTF">2026-02-02T17:01:00Z</dcterms:created>
  <dcterms:modified xsi:type="dcterms:W3CDTF">2026-02-06T09:59:00Z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0x010100DE756A49B4F0A84FA8BB8932276E408C</vt:lpwstr>
  </property>
  <property fmtid="{D5CDD505-2E9C-101B-9397-08002B2CF9AE}" pid="10" name="_dlc_DocIdItemGuid">
    <vt:lpwstr>3add94be-578b-4513-bdf2-5e1c3203f32a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2025-06-04T09:39:21Z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c4f63041-250b-40af-b654-5b162245a91b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  <property fmtid="{D5CDD505-2E9C-101B-9397-08002B2CF9AE}" pid="19" name="MediaServiceImageTags">
    <vt:lpwstr/>
  </property>
</Properties>
</file>